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6243" w:rsidP="008A6243" w:rsidRDefault="008A6243" w14:paraId="42A6634C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nr 12/2019</w:t>
      </w:r>
    </w:p>
    <w:p w:rsidR="008A6243" w:rsidP="008A6243" w:rsidRDefault="008A6243" w14:paraId="043C29A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8A6243" w:rsidP="713286CF" w:rsidRDefault="008A6243" w14:paraId="058B415C" w14:textId="6B75F000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713286CF" w:rsidR="008A6243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 2022/</w:t>
      </w:r>
      <w:r w:rsidRPr="713286CF" w:rsidR="7F61BD26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713286CF" w:rsidR="008A6243">
        <w:rPr>
          <w:rFonts w:ascii="Corbel" w:hAnsi="Corbel"/>
          <w:b w:val="1"/>
          <w:bCs w:val="1"/>
          <w:smallCaps w:val="1"/>
          <w:sz w:val="24"/>
          <w:szCs w:val="24"/>
        </w:rPr>
        <w:t>23-2023/</w:t>
      </w:r>
      <w:r w:rsidRPr="713286CF" w:rsidR="5BCE9199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713286CF" w:rsidR="008A6243">
        <w:rPr>
          <w:rFonts w:ascii="Corbel" w:hAnsi="Corbel"/>
          <w:b w:val="1"/>
          <w:bCs w:val="1"/>
          <w:smallCaps w:val="1"/>
          <w:sz w:val="24"/>
          <w:szCs w:val="24"/>
        </w:rPr>
        <w:t xml:space="preserve">24 </w:t>
      </w:r>
    </w:p>
    <w:p w:rsidR="008A6243" w:rsidP="713286CF" w:rsidRDefault="008A6243" w14:paraId="13170413" w14:textId="166797C2">
      <w:pPr>
        <w:spacing w:after="0" w:line="240" w:lineRule="exact"/>
        <w:ind w:left="2124" w:firstLine="708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713286CF" w:rsidR="008A6243">
        <w:rPr>
          <w:rFonts w:ascii="Corbel" w:hAnsi="Corbel"/>
          <w:i w:val="1"/>
          <w:iCs w:val="1"/>
          <w:sz w:val="20"/>
          <w:szCs w:val="20"/>
        </w:rPr>
        <w:t>(skrajne daty</w:t>
      </w:r>
      <w:r w:rsidRPr="713286CF" w:rsidR="008A6243">
        <w:rPr>
          <w:rFonts w:ascii="Corbel" w:hAnsi="Corbel"/>
          <w:sz w:val="20"/>
          <w:szCs w:val="20"/>
        </w:rPr>
        <w:t>)</w:t>
      </w:r>
    </w:p>
    <w:p w:rsidR="008A6243" w:rsidP="008A6243" w:rsidRDefault="008A6243" w14:paraId="750411E9" w14:textId="138758E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713286CF" w:rsidR="008A6243">
        <w:rPr>
          <w:rFonts w:ascii="Corbel" w:hAnsi="Corbel"/>
          <w:sz w:val="20"/>
          <w:szCs w:val="20"/>
        </w:rPr>
        <w:t>Rok akademicki 2022/</w:t>
      </w:r>
      <w:r w:rsidRPr="713286CF" w:rsidR="76541DA4">
        <w:rPr>
          <w:rFonts w:ascii="Corbel" w:hAnsi="Corbel"/>
          <w:sz w:val="20"/>
          <w:szCs w:val="20"/>
        </w:rPr>
        <w:t>20</w:t>
      </w:r>
      <w:r w:rsidRPr="713286CF" w:rsidR="008A6243">
        <w:rPr>
          <w:rFonts w:ascii="Corbel" w:hAnsi="Corbel"/>
          <w:sz w:val="20"/>
          <w:szCs w:val="20"/>
        </w:rPr>
        <w:t>23</w:t>
      </w:r>
    </w:p>
    <w:p w:rsidR="008A6243" w:rsidP="008A6243" w:rsidRDefault="008A6243" w14:paraId="382FFCA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A6243" w:rsidP="008A6243" w:rsidRDefault="008A6243" w14:paraId="23FC407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0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8A6243" w:rsidTr="713286CF" w14:paraId="32BEB2EA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A6243" w:rsidRDefault="008A6243" w14:paraId="1F4154F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A6243" w:rsidP="713286CF" w:rsidRDefault="008A6243" w14:paraId="2864813C" w14:textId="77777777">
            <w:pPr>
              <w:pStyle w:val="Odpowiedzi"/>
              <w:rPr>
                <w:b w:val="1"/>
                <w:bCs w:val="1"/>
                <w:color w:val="auto"/>
                <w:sz w:val="22"/>
                <w:szCs w:val="22"/>
              </w:rPr>
            </w:pPr>
            <w:r w:rsidRPr="713286CF" w:rsidR="008A6243">
              <w:rPr>
                <w:b w:val="1"/>
                <w:bCs w:val="1"/>
                <w:color w:val="auto"/>
                <w:sz w:val="22"/>
                <w:szCs w:val="22"/>
              </w:rPr>
              <w:t>Prawne aspekty prowadzenia działalności gospodarczej</w:t>
            </w:r>
          </w:p>
        </w:tc>
      </w:tr>
      <w:tr w:rsidR="008A6243" w:rsidTr="713286CF" w14:paraId="0B83E620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A6243" w:rsidRDefault="008A6243" w14:paraId="58E285D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A6243" w:rsidRDefault="008A6243" w14:paraId="0536345F" w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ASO53</w:t>
            </w:r>
          </w:p>
        </w:tc>
      </w:tr>
      <w:tr w:rsidR="008A6243" w:rsidTr="713286CF" w14:paraId="4108D89C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A6243" w:rsidRDefault="008A6243" w14:paraId="5E200349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A6243" w:rsidP="713286CF" w:rsidRDefault="008A6243" w14:paraId="0D2AE110" w14:textId="792356CD">
            <w:pPr>
              <w:pStyle w:val="Odpowiedzi"/>
              <w:rPr>
                <w:b w:val="0"/>
                <w:bCs w:val="0"/>
                <w:color w:val="auto"/>
                <w:sz w:val="22"/>
                <w:szCs w:val="22"/>
              </w:rPr>
            </w:pPr>
            <w:r w:rsidRPr="713286CF" w:rsidR="008A6243">
              <w:rPr>
                <w:b w:val="0"/>
                <w:bCs w:val="0"/>
                <w:color w:val="auto"/>
                <w:sz w:val="22"/>
                <w:szCs w:val="22"/>
              </w:rPr>
              <w:t xml:space="preserve">Kolegium Nauk Społecznych, </w:t>
            </w:r>
          </w:p>
        </w:tc>
      </w:tr>
      <w:tr w:rsidR="008A6243" w:rsidTr="713286CF" w14:paraId="7FFEF154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A6243" w:rsidRDefault="008A6243" w14:paraId="0B6AC28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A6243" w:rsidP="713286CF" w:rsidRDefault="008A6243" w14:paraId="19B64197" w14:textId="74F37BEA">
            <w:pPr>
              <w:pStyle w:val="Odpowiedzi"/>
              <w:rPr>
                <w:b w:val="0"/>
                <w:bCs w:val="0"/>
                <w:color w:val="auto"/>
                <w:sz w:val="22"/>
                <w:szCs w:val="22"/>
              </w:rPr>
            </w:pPr>
            <w:r w:rsidRPr="713286CF" w:rsidR="6115A16B">
              <w:rPr>
                <w:b w:val="0"/>
                <w:bCs w:val="0"/>
                <w:color w:val="auto"/>
                <w:sz w:val="22"/>
                <w:szCs w:val="22"/>
              </w:rPr>
              <w:t xml:space="preserve">Instytut Nauk Prawnych </w:t>
            </w:r>
            <w:r w:rsidRPr="713286CF" w:rsidR="008A6243">
              <w:rPr>
                <w:b w:val="0"/>
                <w:bCs w:val="0"/>
                <w:color w:val="auto"/>
                <w:sz w:val="22"/>
                <w:szCs w:val="22"/>
              </w:rPr>
              <w:t>Zakład Prawa Gospodarczego</w:t>
            </w:r>
          </w:p>
        </w:tc>
      </w:tr>
      <w:tr w:rsidR="008A6243" w:rsidTr="713286CF" w14:paraId="67C71A13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A6243" w:rsidRDefault="008A6243" w14:paraId="727D1B8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A6243" w:rsidRDefault="008A6243" w14:paraId="4496C9C3" w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Administracja</w:t>
            </w:r>
          </w:p>
        </w:tc>
      </w:tr>
      <w:tr w:rsidR="008A6243" w:rsidTr="713286CF" w14:paraId="7D84A87C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A6243" w:rsidRDefault="008A6243" w14:paraId="5C403BB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A6243" w:rsidRDefault="008A6243" w14:paraId="2740D6FE" w14:textId="218AA689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sz w:val="24"/>
                <w:szCs w:val="24"/>
              </w:rPr>
              <w:t xml:space="preserve">Studia </w:t>
            </w:r>
            <w:r w:rsidR="00165BF0">
              <w:rPr>
                <w:b w:val="0"/>
                <w:sz w:val="24"/>
                <w:szCs w:val="24"/>
              </w:rPr>
              <w:t>II</w:t>
            </w:r>
            <w:r>
              <w:rPr>
                <w:b w:val="0"/>
                <w:sz w:val="24"/>
                <w:szCs w:val="24"/>
              </w:rPr>
              <w:t xml:space="preserve"> stopnia</w:t>
            </w:r>
          </w:p>
        </w:tc>
      </w:tr>
      <w:tr w:rsidR="008A6243" w:rsidTr="713286CF" w14:paraId="69829D0D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A6243" w:rsidRDefault="008A6243" w14:paraId="6540918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A6243" w:rsidRDefault="008A6243" w14:paraId="791D062B" w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8A6243" w:rsidTr="713286CF" w14:paraId="74056EFF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A6243" w:rsidRDefault="008A6243" w14:paraId="52CFD8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A6243" w:rsidRDefault="008A6243" w14:paraId="0AA84255" w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niestacjonarne</w:t>
            </w:r>
          </w:p>
        </w:tc>
      </w:tr>
      <w:tr w:rsidR="008A6243" w:rsidTr="713286CF" w14:paraId="0EDBD3F4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A6243" w:rsidRDefault="008A6243" w14:paraId="0F802E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A6243" w:rsidP="713286CF" w:rsidRDefault="008A6243" w14:paraId="438CE28B" w14:textId="36D030EA">
            <w:pPr>
              <w:pStyle w:val="Odpowiedzi"/>
              <w:rPr>
                <w:b w:val="0"/>
                <w:bCs w:val="0"/>
                <w:color w:val="auto"/>
                <w:sz w:val="22"/>
                <w:szCs w:val="22"/>
              </w:rPr>
            </w:pPr>
            <w:r w:rsidR="008A6243">
              <w:rPr>
                <w:b w:val="0"/>
                <w:bCs w:val="0"/>
              </w:rPr>
              <w:t>I</w:t>
            </w:r>
            <w:r w:rsidR="4D10F635">
              <w:rPr>
                <w:b w:val="0"/>
                <w:bCs w:val="0"/>
              </w:rPr>
              <w:t xml:space="preserve"> /</w:t>
            </w:r>
            <w:r w:rsidRPr="713286CF" w:rsidR="008A6243">
              <w:rPr>
                <w:b w:val="0"/>
                <w:bCs w:val="0"/>
                <w:color w:val="auto"/>
                <w:sz w:val="22"/>
                <w:szCs w:val="22"/>
              </w:rPr>
              <w:t xml:space="preserve"> II</w:t>
            </w:r>
          </w:p>
        </w:tc>
      </w:tr>
      <w:tr w:rsidR="008A6243" w:rsidTr="713286CF" w14:paraId="7B11E4B5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A6243" w:rsidRDefault="008A6243" w14:paraId="225EE8D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A6243" w:rsidRDefault="008A6243" w14:paraId="2E187374" w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specjalnościowy </w:t>
            </w:r>
          </w:p>
        </w:tc>
      </w:tr>
      <w:tr w:rsidR="008A6243" w:rsidTr="713286CF" w14:paraId="54539066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A6243" w:rsidRDefault="008A6243" w14:paraId="787FDD1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A6243" w:rsidRDefault="008A6243" w14:paraId="5C521745" w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polski</w:t>
            </w:r>
          </w:p>
        </w:tc>
      </w:tr>
      <w:tr w:rsidR="008A6243" w:rsidTr="713286CF" w14:paraId="3737034C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A6243" w:rsidRDefault="008A6243" w14:paraId="24D78D3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A6243" w:rsidRDefault="008A6243" w14:paraId="7C507F77" w14:textId="77777777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r>
              <w:rPr>
                <w:b w:val="0"/>
                <w:color w:val="auto"/>
                <w:sz w:val="22"/>
                <w:lang w:val="en-US"/>
              </w:rPr>
              <w:t>dr hab. Jan Olszewski, prof. UR</w:t>
            </w:r>
          </w:p>
        </w:tc>
      </w:tr>
      <w:tr w:rsidR="008A6243" w:rsidTr="713286CF" w14:paraId="320D3B2C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A6243" w:rsidRDefault="008A6243" w14:paraId="5486593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A6243" w:rsidP="713286CF" w:rsidRDefault="008A6243" w14:paraId="411A892C" w14:textId="578E646E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proofErr w:type="spellStart"/>
            <w:r w:rsidRPr="713286CF" w:rsidR="008A6243">
              <w:rPr>
                <w:b w:val="0"/>
                <w:bCs w:val="0"/>
                <w:color w:val="auto"/>
                <w:sz w:val="22"/>
                <w:szCs w:val="22"/>
                <w:lang w:val="en-US"/>
              </w:rPr>
              <w:t>dr</w:t>
            </w:r>
            <w:proofErr w:type="spellEnd"/>
            <w:r w:rsidRPr="713286CF" w:rsidR="008A6243">
              <w:rPr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hab. Jan Olszewski, prof. UR</w:t>
            </w:r>
          </w:p>
        </w:tc>
      </w:tr>
    </w:tbl>
    <w:p w:rsidR="008A6243" w:rsidP="008A6243" w:rsidRDefault="008A6243" w14:paraId="40A3C6D3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Pr="009C54AE" w:rsidR="00923D7D" w:rsidP="009C54AE" w:rsidRDefault="00923D7D" w14:paraId="0DFE7F1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75F657B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21C519B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15"/>
        <w:gridCol w:w="737"/>
        <w:gridCol w:w="821"/>
        <w:gridCol w:w="763"/>
        <w:gridCol w:w="948"/>
        <w:gridCol w:w="1189"/>
        <w:gridCol w:w="1505"/>
      </w:tblGrid>
      <w:tr w:rsidRPr="009C54AE" w:rsidR="00015B8F" w:rsidTr="713286CF" w14:paraId="77CC9D87" w14:textId="77777777"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21796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48F721F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BDDEC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BBEFF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96E97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2AB4BA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082347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E246BC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646F5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B398B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9B535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713286CF" w14:paraId="0E673D49" w14:textId="77777777">
        <w:trPr>
          <w:trHeight w:val="453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016DD6" w14:paraId="7FC42A1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6DD6" w14:paraId="238FC3D8" w14:textId="6DDBC5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13286CF" w:rsidR="00016DD6">
              <w:rPr>
                <w:rFonts w:ascii="Corbel" w:hAnsi="Corbel"/>
                <w:sz w:val="24"/>
                <w:szCs w:val="24"/>
              </w:rPr>
              <w:t>15</w:t>
            </w:r>
            <w:r w:rsidRPr="713286CF" w:rsidR="00E7148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D59095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BC725B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1FECDA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7242FE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24F49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6CA3CA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784AA9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6DD6" w14:paraId="5791C6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848F0" w:rsidRDefault="00923D7D" w14:paraId="29A6D038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F8EBEB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  <w:r w:rsidR="004439AE">
        <w:rPr>
          <w:rFonts w:ascii="Corbel" w:hAnsi="Corbel"/>
          <w:smallCaps w:val="0"/>
          <w:szCs w:val="24"/>
        </w:rPr>
        <w:t xml:space="preserve"> </w:t>
      </w:r>
    </w:p>
    <w:p w:rsidRPr="009C54AE" w:rsidR="0085747A" w:rsidP="00F83B28" w:rsidRDefault="001A19B8" w14:paraId="22388D6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-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>
        <w:rPr>
          <w:rFonts w:ascii="Corbel" w:hAnsi="Corbel"/>
          <w:b w:val="0"/>
          <w:smallCaps w:val="0"/>
          <w:szCs w:val="24"/>
        </w:rPr>
        <w:t>- nie</w:t>
      </w:r>
    </w:p>
    <w:p w:rsidRPr="009C54AE" w:rsidR="0085747A" w:rsidP="00F83B28" w:rsidRDefault="001A19B8" w14:paraId="6E94ED4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-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</w:t>
      </w:r>
      <w:r>
        <w:rPr>
          <w:rFonts w:ascii="Corbel" w:hAnsi="Corbel"/>
          <w:b w:val="0"/>
          <w:smallCaps w:val="0"/>
          <w:szCs w:val="24"/>
        </w:rPr>
        <w:t xml:space="preserve"> hybrydowe </w:t>
      </w:r>
      <w:r w:rsidRPr="009C54AE" w:rsidR="0085747A">
        <w:rPr>
          <w:rFonts w:ascii="Corbel" w:hAnsi="Corbel"/>
          <w:b w:val="0"/>
          <w:smallCaps w:val="0"/>
          <w:szCs w:val="24"/>
        </w:rPr>
        <w:t>realizowane</w:t>
      </w:r>
      <w:r>
        <w:rPr>
          <w:rFonts w:ascii="Corbel" w:hAnsi="Corbel"/>
          <w:b w:val="0"/>
          <w:smallCaps w:val="0"/>
          <w:szCs w:val="24"/>
        </w:rPr>
        <w:t xml:space="preserve"> tradycyjnie i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 wykorzystaniem metod i technik kształcenia na odległość</w:t>
      </w:r>
      <w:r>
        <w:rPr>
          <w:rFonts w:ascii="Corbel" w:hAnsi="Corbel"/>
          <w:b w:val="0"/>
          <w:smallCaps w:val="0"/>
          <w:szCs w:val="24"/>
        </w:rPr>
        <w:t>-tak</w:t>
      </w:r>
    </w:p>
    <w:p w:rsidRPr="009C54AE" w:rsidR="0085747A" w:rsidP="009C54AE" w:rsidRDefault="0085747A" w14:paraId="626070B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848F0" w:rsidR="00E960BB" w:rsidP="713286CF" w:rsidRDefault="00E22FBC" w14:paraId="28D23E35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713286CF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713286CF" w:rsidR="00E22FBC">
        <w:rPr>
          <w:rFonts w:ascii="Corbel" w:hAnsi="Corbel"/>
          <w:caps w:val="0"/>
          <w:smallCaps w:val="0"/>
        </w:rPr>
        <w:t>For</w:t>
      </w:r>
      <w:r w:rsidRPr="713286CF" w:rsidR="00445970">
        <w:rPr>
          <w:rFonts w:ascii="Corbel" w:hAnsi="Corbel"/>
          <w:caps w:val="0"/>
          <w:smallCaps w:val="0"/>
        </w:rPr>
        <w:t xml:space="preserve">ma zaliczenia przedmiotu </w:t>
      </w:r>
      <w:r w:rsidRPr="713286CF" w:rsidR="00E22FBC">
        <w:rPr>
          <w:rFonts w:ascii="Corbel" w:hAnsi="Corbel"/>
          <w:caps w:val="0"/>
          <w:smallCaps w:val="0"/>
        </w:rPr>
        <w:t xml:space="preserve">(z toku) </w:t>
      </w:r>
      <w:r w:rsidRPr="713286CF" w:rsidR="00A65C05">
        <w:rPr>
          <w:rFonts w:ascii="Corbel" w:hAnsi="Corbel"/>
          <w:b w:val="0"/>
          <w:bCs w:val="0"/>
          <w:caps w:val="0"/>
          <w:smallCaps w:val="0"/>
        </w:rPr>
        <w:t>egzamin</w:t>
      </w:r>
      <w:r w:rsidRPr="713286CF" w:rsidR="00A65C05">
        <w:rPr>
          <w:rFonts w:ascii="Corbel" w:hAnsi="Corbel"/>
          <w:b w:val="0"/>
          <w:bCs w:val="0"/>
          <w:caps w:val="0"/>
          <w:smallCaps w:val="0"/>
          <w:u w:val="single"/>
        </w:rPr>
        <w:t xml:space="preserve"> </w:t>
      </w:r>
    </w:p>
    <w:p w:rsidRPr="009C54AE" w:rsidR="00E960BB" w:rsidP="713286CF" w:rsidRDefault="0085747A" w14:paraId="4AE882FC" w14:textId="46582BF4">
      <w:pPr>
        <w:pStyle w:val="Punktygwne"/>
        <w:tabs>
          <w:tab w:val="left" w:leader="none" w:pos="709"/>
        </w:tabs>
        <w:spacing w:before="0" w:after="0"/>
        <w:ind w:left="709" w:hanging="425"/>
        <w:rPr>
          <w:rFonts w:ascii="Corbel" w:hAnsi="Corbel"/>
        </w:rPr>
      </w:pPr>
    </w:p>
    <w:p w:rsidRPr="009C54AE" w:rsidR="00E960BB" w:rsidP="713286CF" w:rsidRDefault="0085747A" w14:paraId="24A94388" w14:textId="2A9BB80D">
      <w:pPr>
        <w:pStyle w:val="Punktygwne"/>
        <w:tabs>
          <w:tab w:val="left" w:leader="none" w:pos="709"/>
        </w:tabs>
        <w:spacing w:before="0" w:after="0"/>
        <w:ind w:left="709" w:hanging="425"/>
        <w:rPr>
          <w:rFonts w:ascii="Corbel" w:hAnsi="Corbel"/>
        </w:rPr>
      </w:pPr>
      <w:r w:rsidRPr="713286CF" w:rsidR="0085747A">
        <w:rPr>
          <w:rFonts w:ascii="Corbel" w:hAnsi="Corbel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20C31283" w14:textId="77777777">
        <w:tc>
          <w:tcPr>
            <w:tcW w:w="9670" w:type="dxa"/>
          </w:tcPr>
          <w:p w:rsidRPr="004C6535" w:rsidR="0085747A" w:rsidP="004C6535" w:rsidRDefault="00E71489" w14:paraId="0C908ECD" w14:textId="77777777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0"/>
              </w:rPr>
            </w:pPr>
            <w:r w:rsidRPr="00600569">
              <w:rPr>
                <w:b w:val="0"/>
                <w:smallCaps w:val="0"/>
                <w:szCs w:val="20"/>
              </w:rPr>
              <w:t>Student powinien posiadać wiedzę w zakresie podstawowych instytucji prawa administrac</w:t>
            </w:r>
            <w:r>
              <w:rPr>
                <w:b w:val="0"/>
                <w:smallCaps w:val="0"/>
                <w:szCs w:val="20"/>
              </w:rPr>
              <w:t xml:space="preserve">yjnego </w:t>
            </w:r>
            <w:r w:rsidRPr="00600569">
              <w:rPr>
                <w:b w:val="0"/>
                <w:smallCaps w:val="0"/>
                <w:szCs w:val="20"/>
              </w:rPr>
              <w:t>oraz cywilnego</w:t>
            </w:r>
            <w:r>
              <w:rPr>
                <w:b w:val="0"/>
                <w:smallCaps w:val="0"/>
                <w:szCs w:val="20"/>
              </w:rPr>
              <w:t xml:space="preserve"> </w:t>
            </w:r>
          </w:p>
        </w:tc>
      </w:tr>
    </w:tbl>
    <w:p w:rsidR="00153C41" w:rsidP="009C54AE" w:rsidRDefault="00153C41" w14:paraId="76A9DC5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D77E580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>, treści Programowe i stosowane metody Dydaktyczne</w:t>
      </w:r>
    </w:p>
    <w:p w:rsidRPr="00C05F44" w:rsidR="0085747A" w:rsidP="009C54AE" w:rsidRDefault="0085747A" w14:paraId="2BAC5A4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E115774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Pr="006A72B3" w:rsidR="006A72B3" w:rsidTr="713286CF" w14:paraId="19A081A2" w14:textId="77777777">
        <w:tc>
          <w:tcPr>
            <w:tcW w:w="675" w:type="dxa"/>
            <w:tcMar/>
            <w:vAlign w:val="center"/>
          </w:tcPr>
          <w:p w:rsidRPr="006A72B3" w:rsidR="006A72B3" w:rsidP="006A72B3" w:rsidRDefault="006A72B3" w14:paraId="4A54ACF2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hAnsi="Times New Roman" w:eastAsia="Times New Roman"/>
                <w:szCs w:val="20"/>
                <w:lang w:eastAsia="pl-PL"/>
              </w:rPr>
            </w:pPr>
            <w:r w:rsidRPr="006A72B3">
              <w:rPr>
                <w:rFonts w:ascii="Times New Roman" w:hAnsi="Times New Roman" w:eastAsia="Times New Roman"/>
                <w:szCs w:val="20"/>
                <w:lang w:eastAsia="pl-PL"/>
              </w:rPr>
              <w:t xml:space="preserve">C1 </w:t>
            </w:r>
          </w:p>
        </w:tc>
        <w:tc>
          <w:tcPr>
            <w:tcW w:w="9103" w:type="dxa"/>
            <w:tcMar/>
            <w:vAlign w:val="center"/>
          </w:tcPr>
          <w:p w:rsidR="006A72B3" w:rsidP="006A72B3" w:rsidRDefault="006A72B3" w14:paraId="2D7B9569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 w:cs="TimesNewRomanCE"/>
                <w:lang w:eastAsia="pl-PL"/>
              </w:rPr>
            </w:pPr>
            <w:r w:rsidRPr="006A72B3">
              <w:rPr>
                <w:rFonts w:eastAsia="Cambria"/>
              </w:rPr>
              <w:t xml:space="preserve">Wykład ma </w:t>
            </w:r>
            <w:r w:rsidRPr="006A72B3">
              <w:rPr>
                <w:rFonts w:eastAsia="Cambria" w:cs="TimesNewRomanCE"/>
                <w:lang w:eastAsia="pl-PL"/>
              </w:rPr>
              <w:t xml:space="preserve">prezentować formy </w:t>
            </w:r>
            <w:r w:rsidR="00016DD6">
              <w:rPr>
                <w:rFonts w:eastAsia="Cambria" w:cs="TimesNewRomanCE"/>
                <w:lang w:eastAsia="pl-PL"/>
              </w:rPr>
              <w:t xml:space="preserve">wykonywania działalności gospodarczej i </w:t>
            </w:r>
            <w:r w:rsidRPr="006A72B3" w:rsidR="00016DD6">
              <w:rPr>
                <w:rFonts w:eastAsia="Cambria" w:cs="TimesNewRomanCE"/>
                <w:lang w:eastAsia="pl-PL"/>
              </w:rPr>
              <w:t xml:space="preserve">przejawy </w:t>
            </w:r>
            <w:r w:rsidRPr="006A72B3">
              <w:rPr>
                <w:rFonts w:eastAsia="Cambria" w:cs="TimesNewRomanCE"/>
                <w:lang w:eastAsia="pl-PL"/>
              </w:rPr>
              <w:t>oddziaływania państwa na gospodarkę przy wykorzystaniu różnorodnych instrumentów prawnych na płaszczyźnie przedmiotowej</w:t>
            </w:r>
            <w:r w:rsidR="00016DD6">
              <w:rPr>
                <w:rFonts w:eastAsia="Cambria" w:cs="TimesNewRomanCE"/>
                <w:lang w:eastAsia="pl-PL"/>
              </w:rPr>
              <w:t>. Przedstawienie form działalności gospodarczej odbywa się poprzez wskazanie ich najważniejszych zalet i wad, wskazaniu sposobów rejestracji i zagadnień związanych z wykonywaniem działalności gospodarczej o podstawowe zasady publicznego prawa gospodarczego: zasad uczciwej konkurencji i zasad poszanowania słusznych interesów konsumentów</w:t>
            </w:r>
            <w:r w:rsidR="00EA6286">
              <w:rPr>
                <w:rFonts w:eastAsia="Cambria" w:cs="TimesNewRomanCE"/>
                <w:lang w:eastAsia="pl-PL"/>
              </w:rPr>
              <w:t>.</w:t>
            </w:r>
          </w:p>
          <w:p w:rsidR="00EA6286" w:rsidP="006A72B3" w:rsidRDefault="00EA6286" w14:paraId="791F9A48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 w:cs="TimesNewRomanCE"/>
                <w:lang w:eastAsia="pl-PL"/>
              </w:rPr>
            </w:pPr>
            <w:r>
              <w:rPr>
                <w:rFonts w:eastAsia="Cambria" w:cs="TimesNewRomanCE"/>
                <w:lang w:eastAsia="pl-PL"/>
              </w:rPr>
              <w:t>Wykład ma również na celu:</w:t>
            </w:r>
          </w:p>
          <w:p w:rsidRPr="00EA6286" w:rsidR="00EA6286" w:rsidP="00EA6286" w:rsidRDefault="00EA6286" w14:paraId="4C6EC4C0" w14:textId="77777777">
            <w:pPr>
              <w:pStyle w:val="Akapitzlist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</w:rPr>
            </w:pPr>
            <w:r w:rsidRPr="00EA6286">
              <w:rPr>
                <w:rFonts w:eastAsia="Cambria"/>
              </w:rPr>
              <w:t>prezentację materialnych przykładów nieuczciwych:</w:t>
            </w:r>
          </w:p>
          <w:p w:rsidR="00EA6286" w:rsidP="00EA6286" w:rsidRDefault="00EA6286" w14:paraId="507ED8AF" w14:textId="77777777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eastAsia="Cambria"/>
              </w:rPr>
            </w:pPr>
            <w:r w:rsidRPr="00EA6286">
              <w:rPr>
                <w:rFonts w:eastAsia="Cambria"/>
              </w:rPr>
              <w:t>Reklam (np. naruszających art. 1b uznk),</w:t>
            </w:r>
          </w:p>
          <w:p w:rsidR="00EA6286" w:rsidP="00EA6286" w:rsidRDefault="00EA6286" w14:paraId="2D4B90BC" w14:textId="77777777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eastAsia="Cambria"/>
              </w:rPr>
            </w:pPr>
            <w:r w:rsidRPr="00EA6286">
              <w:rPr>
                <w:rFonts w:eastAsia="Cambria"/>
              </w:rPr>
              <w:t>Opisów produktów zawierających nierzetelne dane (naruszających art. 14 uznk)</w:t>
            </w:r>
          </w:p>
          <w:p w:rsidRPr="000043E0" w:rsidR="00EA6286" w:rsidP="00EA6286" w:rsidRDefault="00EA6286" w14:paraId="46FC49FF" w14:textId="77777777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eastAsia="Cambria"/>
              </w:rPr>
            </w:pPr>
            <w:r w:rsidRPr="000043E0">
              <w:rPr>
                <w:rFonts w:eastAsia="Cambria"/>
              </w:rPr>
              <w:t>prawo autorskie i własności przemysłowej</w:t>
            </w:r>
          </w:p>
          <w:p w:rsidRPr="00EA6286" w:rsidR="00EA6286" w:rsidP="00EA6286" w:rsidRDefault="00EA6286" w14:paraId="57AFA35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mbria"/>
              </w:rPr>
            </w:pPr>
            <w:r w:rsidRPr="000043E0">
              <w:rPr>
                <w:rFonts w:eastAsia="Cambria"/>
              </w:rPr>
              <w:t>Prezentacj</w:t>
            </w:r>
            <w:r>
              <w:rPr>
                <w:rFonts w:eastAsia="Cambria"/>
              </w:rPr>
              <w:t>ę</w:t>
            </w:r>
            <w:r w:rsidRPr="000043E0">
              <w:rPr>
                <w:rFonts w:eastAsia="Cambria"/>
              </w:rPr>
              <w:t xml:space="preserve"> wybranych </w:t>
            </w:r>
            <w:r>
              <w:rPr>
                <w:rFonts w:eastAsia="Cambria"/>
              </w:rPr>
              <w:t xml:space="preserve">praw własności przemysłowej, </w:t>
            </w:r>
            <w:r w:rsidRPr="000043E0">
              <w:rPr>
                <w:rFonts w:eastAsia="Cambria"/>
              </w:rPr>
              <w:t>np.</w:t>
            </w:r>
            <w:r>
              <w:rPr>
                <w:rFonts w:eastAsia="Cambria"/>
              </w:rPr>
              <w:t>:</w:t>
            </w:r>
            <w:r w:rsidRPr="000043E0">
              <w:rPr>
                <w:rFonts w:eastAsia="Cambria"/>
              </w:rPr>
              <w:t xml:space="preserve"> zgłoszenie wynalazku, zgłoszenie wzorów przemysłowych, rejestracja znaków towarowych bądź oznaczeń geograficznych</w:t>
            </w:r>
            <w:r>
              <w:rPr>
                <w:rFonts w:eastAsia="Cambria"/>
              </w:rPr>
              <w:t>.</w:t>
            </w:r>
          </w:p>
          <w:p w:rsidRPr="006A72B3" w:rsidR="00EA6286" w:rsidP="006A72B3" w:rsidRDefault="00EA6286" w14:paraId="081A0312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 w:cs="TimesNewRomanCE"/>
                <w:sz w:val="24"/>
                <w:lang w:eastAsia="pl-PL"/>
              </w:rPr>
            </w:pPr>
          </w:p>
          <w:p w:rsidRPr="006A72B3" w:rsidR="006A72B3" w:rsidP="006A72B3" w:rsidRDefault="006A72B3" w14:paraId="07166C8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mbria" w:asciiTheme="minorHAnsi" w:hAnsiTheme="minorHAnsi" w:cstheme="minorHAnsi"/>
                <w:sz w:val="24"/>
              </w:rPr>
            </w:pPr>
            <w:r w:rsidRPr="006A72B3">
              <w:rPr>
                <w:rFonts w:eastAsia="Cambria" w:asciiTheme="minorHAnsi" w:hAnsiTheme="minorHAnsi" w:cstheme="minorHAnsi"/>
              </w:rPr>
              <w:t>Ćwiczenia mają na celu:</w:t>
            </w:r>
          </w:p>
          <w:p w:rsidRPr="006A72B3" w:rsidR="006A72B3" w:rsidP="00016DD6" w:rsidRDefault="006A72B3" w14:paraId="024D1091" w14:textId="7777777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asciiTheme="minorHAnsi" w:hAnsiTheme="minorHAnsi" w:cstheme="minorHAnsi"/>
                <w:color w:val="000000"/>
                <w:lang w:eastAsia="pl-PL"/>
              </w:rPr>
            </w:pPr>
            <w:r w:rsidRPr="006A72B3">
              <w:rPr>
                <w:rFonts w:eastAsia="Times New Roman" w:asciiTheme="minorHAnsi" w:hAnsiTheme="minorHAnsi" w:cstheme="minorHAnsi"/>
                <w:color w:val="000000"/>
                <w:lang w:eastAsia="pl-PL"/>
              </w:rPr>
              <w:t>pogłębienie wiedzy na temat podstaw funkcjonowania współczesnego państwa w oparciu o społeczną gospodarkę rynkową;</w:t>
            </w:r>
          </w:p>
          <w:p w:rsidRPr="006A72B3" w:rsidR="006A72B3" w:rsidP="00016DD6" w:rsidRDefault="006A72B3" w14:paraId="618148A4" w14:textId="7777777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asciiTheme="minorHAnsi" w:hAnsiTheme="minorHAnsi" w:cstheme="minorHAnsi"/>
                <w:color w:val="000000"/>
                <w:lang w:eastAsia="pl-PL"/>
              </w:rPr>
            </w:pPr>
            <w:r w:rsidRPr="006A72B3">
              <w:rPr>
                <w:rFonts w:eastAsia="Times New Roman" w:asciiTheme="minorHAnsi" w:hAnsiTheme="minorHAnsi" w:cstheme="minorHAnsi"/>
                <w:color w:val="000000"/>
                <w:lang w:eastAsia="pl-PL"/>
              </w:rPr>
              <w:t>zaznajomienie z regulacjami administracyjno-prawnymi związanymi z wykonywania przez przedsiębiorców działalności gospodarczej;</w:t>
            </w:r>
          </w:p>
          <w:p w:rsidRPr="00016DD6" w:rsidR="00016DD6" w:rsidP="00016DD6" w:rsidRDefault="006A72B3" w14:paraId="37CC9DBD" w14:textId="7777777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  <w:lang w:eastAsia="pl-PL"/>
              </w:rPr>
            </w:pPr>
            <w:r w:rsidRPr="006A72B3">
              <w:rPr>
                <w:rFonts w:eastAsia="Times New Roman" w:asciiTheme="minorHAnsi" w:hAnsiTheme="minorHAnsi" w:cstheme="minorHAnsi"/>
                <w:color w:val="000000"/>
                <w:lang w:eastAsia="pl-PL"/>
              </w:rPr>
              <w:t xml:space="preserve">wykształcenie </w:t>
            </w:r>
            <w:r w:rsidRPr="006A72B3" w:rsidR="004439AE">
              <w:rPr>
                <w:rFonts w:eastAsia="Times New Roman" w:asciiTheme="minorHAnsi" w:hAnsiTheme="minorHAnsi" w:cstheme="minorHAnsi"/>
                <w:color w:val="000000"/>
                <w:lang w:eastAsia="pl-PL"/>
              </w:rPr>
              <w:t>umiejętności</w:t>
            </w:r>
            <w:r w:rsidRPr="006A72B3">
              <w:rPr>
                <w:rFonts w:eastAsia="Times New Roman" w:asciiTheme="minorHAnsi" w:hAnsiTheme="minorHAnsi" w:cstheme="minorHAnsi"/>
                <w:color w:val="000000"/>
                <w:lang w:eastAsia="pl-PL"/>
              </w:rPr>
              <w:t xml:space="preserve"> dostrzegania problemów ze stosowaniem publicznego prawa gospodarczego</w:t>
            </w:r>
            <w:r w:rsidR="00016DD6">
              <w:rPr>
                <w:rFonts w:eastAsia="Times New Roman" w:asciiTheme="minorHAnsi" w:hAnsiTheme="minorHAnsi" w:cstheme="minorHAnsi"/>
                <w:color w:val="000000"/>
                <w:lang w:eastAsia="pl-PL"/>
              </w:rPr>
              <w:t xml:space="preserve"> i prawa handlowego</w:t>
            </w:r>
            <w:r w:rsidRPr="006A72B3">
              <w:rPr>
                <w:rFonts w:eastAsia="Times New Roman" w:asciiTheme="minorHAnsi" w:hAnsiTheme="minorHAnsi" w:cstheme="minorHAnsi"/>
                <w:color w:val="000000"/>
                <w:lang w:eastAsia="pl-PL"/>
              </w:rPr>
              <w:t xml:space="preserve"> w praktyce</w:t>
            </w:r>
          </w:p>
          <w:p w:rsidRPr="00016DD6" w:rsidR="00016DD6" w:rsidP="00016DD6" w:rsidRDefault="00016DD6" w14:paraId="3FCC2431" w14:textId="7777777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  <w:lang w:eastAsia="pl-PL"/>
              </w:rPr>
            </w:pPr>
            <w:r w:rsidRPr="00016DD6">
              <w:rPr>
                <w:rFonts w:eastAsia="Cambria"/>
              </w:rPr>
              <w:t>sporządzenia odpowiednio umowy lub statutu spółek: jawnej, partnerskiej, komandytowej, z o.o.</w:t>
            </w:r>
          </w:p>
          <w:p w:rsidRPr="004C6535" w:rsidR="00016DD6" w:rsidP="00016DD6" w:rsidRDefault="00016DD6" w14:paraId="15953F0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  <w:lang w:eastAsia="pl-PL"/>
              </w:rPr>
            </w:pPr>
          </w:p>
        </w:tc>
      </w:tr>
    </w:tbl>
    <w:p w:rsidRPr="009C54AE" w:rsidR="00F83B28" w:rsidP="009C54AE" w:rsidRDefault="00F83B28" w14:paraId="3D99E843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Pr="009C54AE" w:rsidR="0085747A" w:rsidP="009C54AE" w:rsidRDefault="0085747A" w14:paraId="547025F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D6D1D1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E02DE1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0071620A" w14:paraId="49710C66" w14:textId="77777777">
        <w:tc>
          <w:tcPr>
            <w:tcW w:w="1701" w:type="dxa"/>
            <w:vAlign w:val="center"/>
          </w:tcPr>
          <w:p w:rsidRPr="009C54AE" w:rsidR="0085747A" w:rsidP="009C54AE" w:rsidRDefault="0085747A" w14:paraId="1F0E07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784ECE5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024FC62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8B017C" w:rsidR="006A72B3" w:rsidTr="006A72B3" w14:paraId="61FFDF6A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6A72B3" w14:paraId="10F57D2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</w:t>
            </w:r>
            <w:r w:rsidR="009848F0">
              <w:rPr>
                <w:rFonts w:ascii="Corbel" w:hAnsi="Corbel"/>
                <w:smallCaps w:val="0"/>
                <w:szCs w:val="24"/>
              </w:rPr>
              <w:t>_</w:t>
            </w:r>
            <w:r w:rsidRPr="006A72B3">
              <w:rPr>
                <w:rFonts w:ascii="Corbel" w:hAnsi="Corbel"/>
                <w:smallCaps w:val="0"/>
                <w:szCs w:val="24"/>
              </w:rPr>
              <w:t>01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2B1701" w14:paraId="34CFE2D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6A72B3" w:rsidR="006A72B3">
              <w:rPr>
                <w:rFonts w:ascii="Corbel" w:hAnsi="Corbel"/>
                <w:b w:val="0"/>
                <w:smallCaps w:val="0"/>
                <w:szCs w:val="24"/>
              </w:rPr>
              <w:t>kreśla podstawowe sfery oddziaływania państwa na gospodarkę</w:t>
            </w:r>
            <w:r w:rsidR="00AE6076">
              <w:rPr>
                <w:rFonts w:ascii="Corbel" w:hAnsi="Corbel"/>
                <w:b w:val="0"/>
                <w:smallCaps w:val="0"/>
                <w:szCs w:val="24"/>
              </w:rPr>
              <w:t>. Zna zasady prowadzenia działalności gospodarczej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6A72B3" w14:paraId="263E347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Pr="006A72B3" w:rsidR="006A72B3" w:rsidP="009848F0" w:rsidRDefault="006A72B3" w14:paraId="3B7065D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CB44E1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Pr="008B017C" w:rsidR="006A72B3" w:rsidTr="006A72B3" w14:paraId="659EF1ED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6A72B3" w14:paraId="302ADE7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2B1701" w14:paraId="77A4755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72B3" w:rsidR="006A72B3">
              <w:rPr>
                <w:rFonts w:ascii="Corbel" w:hAnsi="Corbel"/>
                <w:b w:val="0"/>
                <w:smallCaps w:val="0"/>
                <w:szCs w:val="24"/>
              </w:rPr>
              <w:t>yjaśnia instytucje publicznego prawa gospodarczego</w:t>
            </w:r>
            <w:r w:rsidR="00AE6076">
              <w:rPr>
                <w:rFonts w:ascii="Corbel" w:hAnsi="Corbel"/>
                <w:b w:val="0"/>
                <w:smallCaps w:val="0"/>
                <w:szCs w:val="24"/>
              </w:rPr>
              <w:t>. Posługuje się siatką pojęciową dotyczącą prowadzenia działalności gospodarczej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6A72B3" w14:paraId="7B36276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E6076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:rsidRPr="006A72B3" w:rsidR="006A72B3" w:rsidP="009848F0" w:rsidRDefault="006A72B3" w14:paraId="679184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:rsidR="006A72B3" w:rsidP="00CB44E1" w:rsidRDefault="006A72B3" w14:paraId="549477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CB44E1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  <w:p w:rsidRPr="006A72B3" w:rsidR="00CB44E1" w:rsidP="00CB44E1" w:rsidRDefault="00CB44E1" w14:paraId="5EBBCC7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K_UO4</w:t>
            </w:r>
          </w:p>
        </w:tc>
      </w:tr>
      <w:tr w:rsidRPr="008B017C" w:rsidR="006A72B3" w:rsidTr="006A72B3" w14:paraId="74F74B0A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6A72B3" w14:paraId="1DB3FA0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2B1701" w14:paraId="1C8A90D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stosowania publicznego prawa gospodarczego</w:t>
            </w:r>
            <w:r w:rsidR="00AE6076">
              <w:rPr>
                <w:rFonts w:ascii="Corbel" w:hAnsi="Corbel"/>
                <w:b w:val="0"/>
                <w:smallCaps w:val="0"/>
                <w:szCs w:val="24"/>
              </w:rPr>
              <w:t>, procesu rejestracji podmiotów gospodarczych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6A72B3" w14:paraId="0AE457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E6076">
              <w:rPr>
                <w:rFonts w:ascii="Corbel" w:hAnsi="Corbel"/>
                <w:b w:val="0"/>
                <w:smallCaps w:val="0"/>
                <w:szCs w:val="24"/>
              </w:rPr>
              <w:t>1, K_WO3</w:t>
            </w:r>
          </w:p>
        </w:tc>
      </w:tr>
      <w:tr w:rsidRPr="008B017C" w:rsidR="006A72B3" w:rsidTr="006A72B3" w14:paraId="268148CA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6A72B3" w14:paraId="4E06C5C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2B1701" w14:paraId="74DF3D6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72B3" w:rsidR="006A72B3">
              <w:rPr>
                <w:rFonts w:ascii="Corbel" w:hAnsi="Corbel"/>
                <w:b w:val="0"/>
                <w:smallCaps w:val="0"/>
                <w:szCs w:val="24"/>
              </w:rPr>
              <w:t>ymienia środki nadzoru i kontroli państwa nad działalnością przedsiębiorców w aspekcie regulacji publicznego prawa gospodarczego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CB44E1" w14:paraId="3342D8B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K_WO3,</w:t>
            </w:r>
          </w:p>
        </w:tc>
      </w:tr>
      <w:tr w:rsidRPr="008B017C" w:rsidR="006A72B3" w:rsidTr="006A72B3" w14:paraId="58555F8C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6A72B3" w14:paraId="48D2327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2B1701" w14:paraId="42E6EB3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CB44E1" w14:paraId="2FD9F9E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K_UO3, K_KO3</w:t>
            </w:r>
          </w:p>
        </w:tc>
      </w:tr>
      <w:tr w:rsidRPr="008B017C" w:rsidR="006A72B3" w:rsidTr="009848F0" w14:paraId="3CB48062" w14:textId="77777777">
        <w:trPr>
          <w:trHeight w:val="681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2B1701" w14:paraId="5E3F5A0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2B1701" w14:paraId="3F6D5BB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rozszerzoną wiedzę na temat ustroju struktur</w:t>
            </w:r>
            <w:r w:rsidR="004439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zasad funkcjonowania organów administracji publicznej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CB44E1" w14:paraId="6163620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K_WO3, </w:t>
            </w:r>
            <w:r w:rsidRPr="006A72B3" w:rsidR="006A72B3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Pr="008B017C" w:rsidR="00E3517A" w:rsidTr="009848F0" w14:paraId="3C9B6CA7" w14:textId="77777777">
        <w:trPr>
          <w:trHeight w:val="1690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6A72B3" w:rsidR="00E3517A" w:rsidP="009848F0" w:rsidRDefault="00E3517A" w14:paraId="73AE014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6A72B3" w:rsidR="00E3517A" w:rsidP="009848F0" w:rsidRDefault="00E3517A" w14:paraId="7573B3D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przygotowywania prac 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6A72B3" w:rsidR="00E3517A" w:rsidP="009848F0" w:rsidRDefault="00CB44E1" w14:paraId="72C64D9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K_UO2, K_UO3</w:t>
            </w:r>
          </w:p>
        </w:tc>
      </w:tr>
      <w:tr w:rsidRPr="008B017C" w:rsidR="006A72B3" w:rsidTr="006A72B3" w14:paraId="3A479C9C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4439AE" w:rsidRDefault="006A72B3" w14:paraId="31A4119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1315E2" w14:paraId="7E42CBC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CB44E1" w14:paraId="639084E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K_WO9, K_KO1</w:t>
            </w:r>
          </w:p>
        </w:tc>
      </w:tr>
      <w:tr w:rsidR="006A72B3" w:rsidTr="006A72B3" w14:paraId="5BE2DAAA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6A72B3" w14:paraId="684FEED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454DAE" w14:paraId="5D8A12E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</w:t>
            </w:r>
            <w:r w:rsidR="00CB44E1">
              <w:rPr>
                <w:rFonts w:ascii="Corbel" w:hAnsi="Corbel"/>
                <w:b w:val="0"/>
                <w:smallCaps w:val="0"/>
                <w:szCs w:val="24"/>
              </w:rPr>
              <w:t>rozwiązywać problemy prawne. Potrafi dostrzec związek przyczynowo-skutkowy dla działań podjętych w ramach prowadzonej działalności gospodarczej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CB44E1" w14:paraId="15042A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K_U02, K_UO3, K_UO4, K_KO2</w:t>
            </w:r>
          </w:p>
        </w:tc>
      </w:tr>
      <w:tr w:rsidR="00454DAE" w:rsidTr="009848F0" w14:paraId="039BE860" w14:textId="77777777">
        <w:trPr>
          <w:trHeight w:val="1435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6A72B3" w:rsidR="00454DAE" w:rsidP="009848F0" w:rsidRDefault="00454DAE" w14:paraId="28EB969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EK_10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6A72B3" w:rsidR="00454DAE" w:rsidP="009848F0" w:rsidRDefault="00454DAE" w14:paraId="70FD92E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</w:t>
            </w:r>
            <w:r w:rsidR="00D119E7">
              <w:rPr>
                <w:rFonts w:ascii="Corbel" w:hAnsi="Corbel"/>
                <w:b w:val="0"/>
                <w:smallCaps w:val="0"/>
                <w:szCs w:val="24"/>
              </w:rPr>
              <w:t xml:space="preserve"> zmienności systemu norm prawnych, która prowadzi do konieczności ciągłego uzupełniania i doskonalenia zdobytej wiedzy i umiejętności,</w:t>
            </w:r>
            <w:r w:rsidR="001315E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119E7">
              <w:rPr>
                <w:rFonts w:ascii="Corbel" w:hAnsi="Corbel"/>
                <w:b w:val="0"/>
                <w:smallCaps w:val="0"/>
                <w:szCs w:val="24"/>
              </w:rPr>
              <w:t>jest otwarty na zdobywanie nowych doświadcze</w:t>
            </w:r>
            <w:r w:rsidR="001315E2">
              <w:rPr>
                <w:rFonts w:ascii="Corbel" w:hAnsi="Corbel"/>
                <w:b w:val="0"/>
                <w:smallCaps w:val="0"/>
                <w:szCs w:val="24"/>
              </w:rPr>
              <w:t>ń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6A72B3" w:rsidR="00454DAE" w:rsidP="009848F0" w:rsidRDefault="00D119E7" w14:paraId="4AF94C2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Pr="006A72B3" w:rsidR="00AE6076" w:rsidP="009848F0" w:rsidRDefault="00454DAE" w14:paraId="58EC7D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CB44E1">
              <w:rPr>
                <w:rFonts w:ascii="Corbel" w:hAnsi="Corbel"/>
                <w:b w:val="0"/>
                <w:smallCaps w:val="0"/>
                <w:szCs w:val="24"/>
              </w:rPr>
              <w:t xml:space="preserve">2 </w:t>
            </w:r>
            <w:r w:rsidR="00AE6076">
              <w:rPr>
                <w:sz w:val="20"/>
              </w:rPr>
              <w:t>K_K05</w:t>
            </w:r>
          </w:p>
        </w:tc>
      </w:tr>
    </w:tbl>
    <w:p w:rsidRPr="009C54AE" w:rsidR="0085747A" w:rsidP="009C54AE" w:rsidRDefault="0085747A" w14:paraId="0F2E536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7F42C73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>reści programowe</w:t>
      </w:r>
    </w:p>
    <w:p w:rsidRPr="00E96D80" w:rsidR="004439AE" w:rsidP="00E96D80" w:rsidRDefault="0085747A" w14:paraId="3FE2AF8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4439AE" w:rsidTr="713286CF" w14:paraId="4DAD982C" w14:textId="77777777">
        <w:tc>
          <w:tcPr>
            <w:tcW w:w="9520" w:type="dxa"/>
            <w:tcMar/>
          </w:tcPr>
          <w:p w:rsidRPr="009C54AE" w:rsidR="004439AE" w:rsidP="00E96D80" w:rsidRDefault="004439AE" w14:paraId="7673A5D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EA6286" w:rsidR="004439AE" w:rsidTr="713286CF" w14:paraId="6241D86D" w14:textId="77777777">
        <w:trPr>
          <w:trHeight w:val="242"/>
        </w:trPr>
        <w:tc>
          <w:tcPr>
            <w:tcW w:w="9520" w:type="dxa"/>
            <w:tcMar/>
          </w:tcPr>
          <w:p w:rsidRPr="00EA6286" w:rsidR="00EA6286" w:rsidP="00EA6286" w:rsidRDefault="00EA6286" w14:paraId="17B3A807" w14:textId="77777777">
            <w:pPr>
              <w:spacing w:after="0" w:line="240" w:lineRule="auto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EA6286">
              <w:rPr>
                <w:rFonts w:ascii="Corbel" w:hAnsi="Corbel"/>
                <w:b/>
                <w:bCs/>
                <w:sz w:val="18"/>
                <w:szCs w:val="18"/>
              </w:rPr>
              <w:t>W1- Pojęcie i źródła prawa gospodarczego 1h</w:t>
            </w:r>
          </w:p>
        </w:tc>
      </w:tr>
      <w:tr w:rsidRPr="004439AE" w:rsidR="004439AE" w:rsidTr="713286CF" w14:paraId="24A9C730" w14:textId="77777777">
        <w:trPr>
          <w:trHeight w:val="620"/>
        </w:trPr>
        <w:tc>
          <w:tcPr>
            <w:tcW w:w="9520" w:type="dxa"/>
            <w:tcMar/>
          </w:tcPr>
          <w:p w:rsidRPr="00A86E6D" w:rsidR="00E96D80" w:rsidP="00E96D80" w:rsidRDefault="00E96D80" w14:paraId="1318BD2B" w14:textId="77777777">
            <w:pPr>
              <w:pStyle w:val="Bezodstpw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W4</w:t>
            </w:r>
            <w:r w:rsidRPr="00A86E6D">
              <w:rPr>
                <w:rFonts w:cs="Calibri"/>
                <w:sz w:val="18"/>
                <w:szCs w:val="18"/>
              </w:rPr>
              <w:t>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Zasady podejmowania i prowadzenia działalno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ś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ci gospodarczej 2 godz.</w:t>
            </w:r>
          </w:p>
          <w:p w:rsidRPr="00A86E6D" w:rsidR="00E96D80" w:rsidP="00E96D80" w:rsidRDefault="00E96D80" w14:paraId="371DDFD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4.2. Zasada wolności gospodarczej</w:t>
            </w:r>
          </w:p>
          <w:p w:rsidRPr="00A86E6D" w:rsidR="00E96D80" w:rsidP="00E96D80" w:rsidRDefault="00E96D80" w14:paraId="1021A81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4.3. Zasada równości przedsiębiorców</w:t>
            </w:r>
          </w:p>
          <w:p w:rsidRPr="00A86E6D" w:rsidR="00E96D80" w:rsidP="00E96D80" w:rsidRDefault="00E96D80" w14:paraId="763ADB9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4.4. Zasada uczciwej konkurencji</w:t>
            </w:r>
          </w:p>
          <w:p w:rsidRPr="00A86E6D" w:rsidR="00E96D80" w:rsidP="00E96D80" w:rsidRDefault="00E96D80" w14:paraId="4B070A25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4.5. Poszanowania dobrych obyczajów</w:t>
            </w:r>
          </w:p>
          <w:p w:rsidRPr="00A86E6D" w:rsidR="00E96D80" w:rsidP="00E96D80" w:rsidRDefault="00E96D80" w14:paraId="681D02A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4.6. Zasada poszanowania słusznych interesów konsumentów i przedsiębiorców</w:t>
            </w:r>
          </w:p>
          <w:p w:rsidRPr="00A86E6D" w:rsidR="004439AE" w:rsidP="00E96D80" w:rsidRDefault="00E96D80" w14:paraId="3BFAEED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4.7.Pozostałe zasady</w:t>
            </w:r>
          </w:p>
        </w:tc>
      </w:tr>
      <w:tr w:rsidRPr="009848F0" w:rsidR="004439AE" w:rsidTr="713286CF" w14:paraId="4D8FD2C1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9520" w:type="dxa"/>
            <w:tcMar/>
          </w:tcPr>
          <w:p w:rsidRPr="00A86E6D" w:rsidR="00E96D80" w:rsidP="00E96D80" w:rsidRDefault="00E96D80" w14:paraId="204B337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W5-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Poj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ę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cie przedsi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ę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biorcy i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 xml:space="preserve"> </w:t>
            </w:r>
            <w:r w:rsidRPr="00A86E6D">
              <w:rPr>
                <w:rFonts w:cs="Calibri"/>
                <w:b/>
                <w:sz w:val="18"/>
                <w:szCs w:val="18"/>
                <w:lang w:eastAsia="pl-PL"/>
              </w:rPr>
              <w:t>działalności gospodarczej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 xml:space="preserve">. 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Poszczególni przedsi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ę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biorcy </w:t>
            </w:r>
            <w:r w:rsidR="00EA6286">
              <w:rPr>
                <w:rFonts w:cs="Calibri"/>
                <w:b/>
                <w:bCs/>
                <w:sz w:val="18"/>
                <w:szCs w:val="18"/>
                <w:lang w:eastAsia="pl-PL"/>
              </w:rPr>
              <w:t>4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godz.</w:t>
            </w:r>
          </w:p>
          <w:p w:rsidRPr="00A86E6D" w:rsidR="00E96D80" w:rsidP="00E96D80" w:rsidRDefault="00E96D80" w14:paraId="00010F9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5.1. Pojęcie i rodzaje przedsiębiorców</w:t>
            </w:r>
          </w:p>
          <w:p w:rsidRPr="00A86E6D" w:rsidR="00E96D80" w:rsidP="00E96D80" w:rsidRDefault="00E96D80" w14:paraId="43C05E7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 Przedsiębiorcy publiczni</w:t>
            </w:r>
          </w:p>
          <w:p w:rsidRPr="00A86E6D" w:rsidR="00E96D80" w:rsidP="00E96D80" w:rsidRDefault="00E96D80" w14:paraId="45F4B4B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5.2.1. Przedsiębiorstwa państwowe</w:t>
            </w:r>
          </w:p>
          <w:p w:rsidRPr="00A86E6D" w:rsidR="00E96D80" w:rsidP="00E96D80" w:rsidRDefault="00E96D80" w14:paraId="57C52AF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5.2.2. Komercjalizacja i prywatyzacja przedsiębiorstw państwowych</w:t>
            </w:r>
          </w:p>
          <w:p w:rsidRPr="00A86E6D" w:rsidR="00E96D80" w:rsidP="00E96D80" w:rsidRDefault="00E96D80" w14:paraId="420D395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5.2.4. Gospodarka komunalna- pojęcie i zakres działalności komunalnej</w:t>
            </w:r>
          </w:p>
          <w:p w:rsidRPr="00A86E6D" w:rsidR="00E96D80" w:rsidP="00E96D80" w:rsidRDefault="00E96D80" w14:paraId="105CA32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5.2.5. Formy działalności komunalnej (komunalne zakłady budżetowe, spółki komunalne)</w:t>
            </w:r>
          </w:p>
          <w:p w:rsidRPr="00A86E6D" w:rsidR="00E96D80" w:rsidP="00E96D80" w:rsidRDefault="00E96D80" w14:paraId="4CEB068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5.2.6. Agencje państwowe</w:t>
            </w:r>
          </w:p>
          <w:p w:rsidRPr="00A86E6D" w:rsidR="00E96D80" w:rsidP="00E96D80" w:rsidRDefault="00E96D80" w14:paraId="6F652A5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5.2.7. Fundacje</w:t>
            </w:r>
          </w:p>
          <w:p w:rsidRPr="00A86E6D" w:rsidR="00E96D80" w:rsidP="00E96D80" w:rsidRDefault="00E96D80" w14:paraId="17168DF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5.2.8. Stowarzyszenia</w:t>
            </w:r>
          </w:p>
          <w:p w:rsidRPr="00A86E6D" w:rsidR="00E96D80" w:rsidP="00E96D80" w:rsidRDefault="00E96D80" w14:paraId="575143D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5.2.9. Instytuty badawcze</w:t>
            </w:r>
          </w:p>
          <w:p w:rsidRPr="00A86E6D" w:rsidR="00E96D80" w:rsidP="00E96D80" w:rsidRDefault="00E96D80" w14:paraId="63A3E29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5.3. Osoba fizyczna jako przedsiębiorca</w:t>
            </w:r>
          </w:p>
          <w:p w:rsidRPr="00A86E6D" w:rsidR="00E96D80" w:rsidP="00E96D80" w:rsidRDefault="00E96D80" w14:paraId="2138E57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5.3.1. Formy prowadzenia działalności gospodarczej przez osobę fizyczną</w:t>
            </w:r>
          </w:p>
          <w:p w:rsidRPr="00A86E6D" w:rsidR="00E96D80" w:rsidP="00E96D80" w:rsidRDefault="00E96D80" w14:paraId="1EC7F6E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5.4.</w:t>
            </w:r>
            <w:r w:rsidRPr="00A86E6D">
              <w:rPr>
                <w:rFonts w:cs="Calibri"/>
                <w:color w:val="242021"/>
                <w:sz w:val="18"/>
                <w:szCs w:val="18"/>
              </w:rPr>
              <w:t xml:space="preserve"> 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Działalność gospodarcza w ustawie – Prawo przedsiębiorców.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br/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5.4.1.Zarobkowość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br/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5.4.2.Zorganizowanie</w:t>
            </w:r>
          </w:p>
          <w:p w:rsidRPr="00A86E6D" w:rsidR="00E96D80" w:rsidP="00E96D80" w:rsidRDefault="00E96D80" w14:paraId="78589CC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5.4.3.Ciągłość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br/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 xml:space="preserve">5.4.4. Działalność we własnym imieniu </w:t>
            </w:r>
          </w:p>
          <w:p w:rsidRPr="00A86E6D" w:rsidR="00E96D80" w:rsidP="00E96D80" w:rsidRDefault="00E96D80" w14:paraId="7A82EDA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5.4.5 Działalność zawodowa</w:t>
            </w:r>
          </w:p>
          <w:p w:rsidRPr="00A86E6D" w:rsidR="004439AE" w:rsidP="00E96D80" w:rsidRDefault="00E96D80" w14:paraId="0BE439F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5.4.6.Działalność nieewidencjonowana</w:t>
            </w:r>
          </w:p>
        </w:tc>
      </w:tr>
      <w:tr w:rsidRPr="009848F0" w:rsidR="004439AE" w:rsidTr="713286CF" w14:paraId="212B0544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96"/>
        </w:trPr>
        <w:tc>
          <w:tcPr>
            <w:tcW w:w="9520" w:type="dxa"/>
            <w:tcMar/>
          </w:tcPr>
          <w:p w:rsidRPr="00A86E6D" w:rsidR="00E96D80" w:rsidP="00E96D80" w:rsidRDefault="00E96D80" w14:paraId="219507CA" w14:textId="77777777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lastRenderedPageBreak/>
              <w:t>W6 Rejestracja przedsiębiorców 3 godz.</w:t>
            </w:r>
            <w:r w:rsidRPr="00A86E6D">
              <w:rPr>
                <w:rFonts w:cs="Calibri"/>
                <w:sz w:val="18"/>
                <w:szCs w:val="18"/>
              </w:rPr>
              <w:br/>
            </w:r>
            <w:r w:rsidRPr="00A86E6D">
              <w:rPr>
                <w:rFonts w:cs="Calibri"/>
                <w:sz w:val="18"/>
                <w:szCs w:val="18"/>
              </w:rPr>
              <w:t xml:space="preserve">6.1. Podstawowe informacje </w:t>
            </w:r>
            <w:r w:rsidRPr="00A86E6D">
              <w:rPr>
                <w:rFonts w:cs="Calibri"/>
                <w:sz w:val="18"/>
                <w:szCs w:val="18"/>
              </w:rPr>
              <w:br/>
            </w:r>
            <w:r w:rsidRPr="00A86E6D">
              <w:rPr>
                <w:rFonts w:cs="Calibri"/>
                <w:sz w:val="18"/>
                <w:szCs w:val="18"/>
              </w:rPr>
              <w:t xml:space="preserve">6.2. Krajowy Rejestr Sądowy </w:t>
            </w:r>
            <w:r w:rsidRPr="00A86E6D">
              <w:rPr>
                <w:rFonts w:cs="Calibri"/>
                <w:sz w:val="18"/>
                <w:szCs w:val="18"/>
              </w:rPr>
              <w:br/>
            </w:r>
            <w:r w:rsidRPr="00A86E6D">
              <w:rPr>
                <w:rFonts w:cs="Calibri"/>
                <w:sz w:val="18"/>
                <w:szCs w:val="18"/>
              </w:rPr>
              <w:t xml:space="preserve">6.2.1. Geneza i funkcje Krajowego Rejestru Sądowego </w:t>
            </w:r>
            <w:r w:rsidRPr="00A86E6D">
              <w:rPr>
                <w:rFonts w:cs="Calibri"/>
                <w:sz w:val="18"/>
                <w:szCs w:val="18"/>
              </w:rPr>
              <w:br/>
            </w:r>
            <w:r w:rsidRPr="00A86E6D">
              <w:rPr>
                <w:rFonts w:cs="Calibri"/>
                <w:sz w:val="18"/>
                <w:szCs w:val="18"/>
              </w:rPr>
              <w:t>6.2.2. Wpis do Krajowego Rejestru Sądowego</w:t>
            </w:r>
            <w:r w:rsidRPr="00A86E6D">
              <w:rPr>
                <w:rFonts w:cs="Calibri"/>
                <w:sz w:val="18"/>
                <w:szCs w:val="18"/>
              </w:rPr>
              <w:br/>
            </w:r>
            <w:r w:rsidRPr="00A86E6D">
              <w:rPr>
                <w:rFonts w:cs="Calibri"/>
                <w:sz w:val="18"/>
                <w:szCs w:val="18"/>
              </w:rPr>
              <w:t xml:space="preserve">6.2.3. Zasada jawności Krajowego Rejestru Sądowego </w:t>
            </w:r>
            <w:r w:rsidRPr="00A86E6D">
              <w:rPr>
                <w:rFonts w:cs="Calibri"/>
                <w:sz w:val="18"/>
                <w:szCs w:val="18"/>
              </w:rPr>
              <w:br/>
            </w:r>
            <w:r w:rsidRPr="00A86E6D">
              <w:rPr>
                <w:rFonts w:cs="Calibri"/>
                <w:sz w:val="18"/>
                <w:szCs w:val="18"/>
              </w:rPr>
              <w:t xml:space="preserve">6.2.4. Podmioty podlegające rejestracji w Krajowym Rejestrze Sądowym </w:t>
            </w:r>
            <w:r w:rsidRPr="00A86E6D">
              <w:rPr>
                <w:rFonts w:cs="Calibri"/>
                <w:sz w:val="18"/>
                <w:szCs w:val="18"/>
              </w:rPr>
              <w:br/>
            </w:r>
            <w:r w:rsidRPr="00A86E6D">
              <w:rPr>
                <w:rFonts w:cs="Calibri"/>
                <w:sz w:val="18"/>
                <w:szCs w:val="18"/>
              </w:rPr>
              <w:t>6.3. Centralna Ewidencja i Informacja o Działalności Gospodarczej</w:t>
            </w:r>
            <w:r w:rsidRPr="00A86E6D">
              <w:rPr>
                <w:rFonts w:cs="Calibri"/>
                <w:sz w:val="18"/>
                <w:szCs w:val="18"/>
              </w:rPr>
              <w:br/>
            </w:r>
            <w:r w:rsidRPr="00A86E6D">
              <w:rPr>
                <w:rFonts w:cs="Calibri"/>
                <w:sz w:val="18"/>
                <w:szCs w:val="18"/>
              </w:rPr>
              <w:t>6.3.1. Organizacja i zadania Centralnej Ewidencji i Informacji o Działalności Gospodarczej</w:t>
            </w:r>
            <w:r w:rsidRPr="00A86E6D">
              <w:rPr>
                <w:rFonts w:cs="Calibri"/>
                <w:sz w:val="18"/>
                <w:szCs w:val="18"/>
              </w:rPr>
              <w:br/>
            </w:r>
            <w:r w:rsidRPr="00A86E6D">
              <w:rPr>
                <w:rFonts w:cs="Calibri"/>
                <w:sz w:val="18"/>
                <w:szCs w:val="18"/>
              </w:rPr>
              <w:t xml:space="preserve">6.3.2. Wpis do Centralnej Ewidencji i Informacji o Działalności Gospodarczej </w:t>
            </w:r>
            <w:r w:rsidRPr="00A86E6D">
              <w:rPr>
                <w:rFonts w:cs="Calibri"/>
                <w:sz w:val="18"/>
                <w:szCs w:val="18"/>
              </w:rPr>
              <w:br/>
            </w:r>
            <w:r w:rsidRPr="00A86E6D">
              <w:rPr>
                <w:rFonts w:cs="Calibri"/>
                <w:sz w:val="18"/>
                <w:szCs w:val="18"/>
              </w:rPr>
              <w:t>6.3.3. Funkcje Centralnej Ewidencji i Informacji o Działalności Gospodarczej</w:t>
            </w:r>
            <w:r w:rsidRPr="00A86E6D">
              <w:rPr>
                <w:rFonts w:cs="Calibri"/>
                <w:sz w:val="18"/>
                <w:szCs w:val="18"/>
              </w:rPr>
              <w:br/>
            </w:r>
            <w:r w:rsidRPr="00A86E6D">
              <w:rPr>
                <w:rFonts w:cs="Calibri"/>
                <w:sz w:val="18"/>
                <w:szCs w:val="18"/>
              </w:rPr>
              <w:t xml:space="preserve">6.4. Punkty kontaktowe </w:t>
            </w:r>
            <w:r w:rsidRPr="00A86E6D">
              <w:rPr>
                <w:rFonts w:cs="Calibri"/>
                <w:sz w:val="18"/>
                <w:szCs w:val="18"/>
              </w:rPr>
              <w:br/>
            </w:r>
            <w:r w:rsidRPr="00A86E6D">
              <w:rPr>
                <w:rFonts w:cs="Calibri"/>
                <w:sz w:val="18"/>
                <w:szCs w:val="18"/>
              </w:rPr>
              <w:t>6.5.Obowiązki przedsiębiorcy związane z podejmowaniem i prowadzeniem działalności gospodarczej</w:t>
            </w:r>
          </w:p>
          <w:p w:rsidRPr="00A86E6D" w:rsidR="00E96D80" w:rsidP="00E96D80" w:rsidRDefault="00E96D80" w14:paraId="6D588368" w14:textId="77777777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sz w:val="18"/>
                <w:szCs w:val="18"/>
              </w:rPr>
              <w:t>6.6. Prawa przedsiębiorcy związane z podejmowaniem i prowadzeniem działalności gospodarcze</w:t>
            </w:r>
          </w:p>
          <w:p w:rsidRPr="00A86E6D" w:rsidR="004439AE" w:rsidP="00E96D80" w:rsidRDefault="00E96D80" w14:paraId="77B6215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sz w:val="18"/>
                <w:szCs w:val="18"/>
              </w:rPr>
              <w:t>6.7.Punkt Informacji dla Przedsiębiorcy</w:t>
            </w:r>
          </w:p>
        </w:tc>
      </w:tr>
      <w:tr w:rsidR="004439AE" w:rsidTr="713286CF" w14:paraId="50034C66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70"/>
        </w:trPr>
        <w:tc>
          <w:tcPr>
            <w:tcW w:w="9520" w:type="dxa"/>
            <w:tcMar/>
          </w:tcPr>
          <w:p w:rsidRPr="00A86E6D" w:rsidR="00E96D80" w:rsidP="00E96D80" w:rsidRDefault="00E96D80" w14:paraId="0A75CDC2" w14:textId="77777777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W7-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Reglamentacja działalno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ś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ci gospodarczej 1 godz.</w:t>
            </w:r>
          </w:p>
          <w:p w:rsidRPr="00A86E6D" w:rsidR="00E96D80" w:rsidP="00E96D80" w:rsidRDefault="00E96D80" w14:paraId="64634CF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7. 1. Istota i funkcje reglamentacji działalności gospodarczej</w:t>
            </w:r>
          </w:p>
          <w:p w:rsidRPr="00A86E6D" w:rsidR="00E96D80" w:rsidP="00E96D80" w:rsidRDefault="00E96D80" w14:paraId="508C702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7.2. Koncesje na działalność gospodarczą</w:t>
            </w:r>
          </w:p>
          <w:p w:rsidRPr="00A86E6D" w:rsidR="00E96D80" w:rsidP="00E96D80" w:rsidRDefault="00E96D80" w14:paraId="36B6780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 xml:space="preserve">7.3. Zezwolenia na działalność gospodarczą </w:t>
            </w:r>
          </w:p>
          <w:p w:rsidRPr="00A86E6D" w:rsidR="00E96D80" w:rsidP="00E96D80" w:rsidRDefault="00E96D80" w14:paraId="1126AC4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7.4. Regulowana działalność gospodarcza</w:t>
            </w:r>
          </w:p>
          <w:p w:rsidRPr="00A86E6D" w:rsidR="004439AE" w:rsidP="00E96D80" w:rsidRDefault="00E96D80" w14:paraId="13AC31E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7.5. Procedury: udzielania koncesji, zezwoleń, wpisu do rejestru działalności regulowanej</w:t>
            </w:r>
          </w:p>
        </w:tc>
      </w:tr>
      <w:tr w:rsidR="00E96D80" w:rsidTr="713286CF" w14:paraId="7F10EEF1" w14:textId="77777777">
        <w:tblPrEx>
          <w:tblBorders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95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6E6D" w:rsidR="00E96D80" w:rsidP="00E96D80" w:rsidRDefault="00E96D80" w14:paraId="2996CAF5" w14:textId="77777777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W8</w:t>
            </w:r>
            <w:r w:rsidRPr="00A86E6D">
              <w:rPr>
                <w:rFonts w:cs="Calibri"/>
                <w:sz w:val="18"/>
                <w:szCs w:val="18"/>
              </w:rPr>
              <w:t>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Podmioty zagraniczne jako przedsi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ę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biorcy w 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ś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wietle ustawy –Prawo przedsiębiorców-1 godz</w:t>
            </w:r>
          </w:p>
          <w:p w:rsidRPr="00A86E6D" w:rsidR="00E96D80" w:rsidP="00E96D80" w:rsidRDefault="00E96D80" w14:paraId="18F4F40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8.1. Osoby zagraniczne</w:t>
            </w:r>
          </w:p>
          <w:p w:rsidRPr="00A86E6D" w:rsidR="00E96D80" w:rsidP="00E96D80" w:rsidRDefault="00E96D80" w14:paraId="0843181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8.2. Przedsiębiorcy zagraniczni</w:t>
            </w:r>
          </w:p>
          <w:p w:rsidRPr="00A86E6D" w:rsidR="00E96D80" w:rsidP="00E96D80" w:rsidRDefault="00E96D80" w14:paraId="10FF4EB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8.3. Oddziały przedsiębiorców zagranicznych</w:t>
            </w:r>
          </w:p>
          <w:p w:rsidRPr="00A86E6D" w:rsidR="00E96D80" w:rsidP="00E96D80" w:rsidRDefault="00E96D80" w14:paraId="2D7BBD1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8.4. Przedstawicielstwa przedsiębiorców zagranicznych</w:t>
            </w:r>
          </w:p>
        </w:tc>
      </w:tr>
      <w:tr w:rsidR="00E96D80" w:rsidTr="713286CF" w14:paraId="42900F75" w14:textId="77777777">
        <w:tblPrEx>
          <w:tblBorders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4"/>
        </w:trPr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6E6D" w:rsidR="00E96D80" w:rsidP="00E96D80" w:rsidRDefault="00E96D80" w14:paraId="47AB957A" w14:textId="77777777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 xml:space="preserve">W 10 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Specjalne strefy ekonomiczne i obszary specjalne 1 godz.</w:t>
            </w:r>
          </w:p>
          <w:p w:rsidRPr="00A86E6D" w:rsidR="00E96D80" w:rsidP="00E96D80" w:rsidRDefault="00E96D80" w14:paraId="1C9241F7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 w:rsid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.1. Pojęcie i rodzaje obszarów specjalnych</w:t>
            </w:r>
          </w:p>
          <w:p w:rsidRPr="00A86E6D" w:rsidR="00E96D80" w:rsidP="00E96D80" w:rsidRDefault="00E96D80" w14:paraId="31F94FA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 w:rsid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.2. Wolne obszary celne i składy wolnocłowe</w:t>
            </w:r>
          </w:p>
          <w:p w:rsidRPr="00A86E6D" w:rsidR="00E96D80" w:rsidP="00E96D80" w:rsidRDefault="00E96D80" w14:paraId="4470EED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 w:rsid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.3. Specjalne strefy ekonomiczne</w:t>
            </w:r>
          </w:p>
          <w:p w:rsidRPr="00A86E6D" w:rsidR="00E96D80" w:rsidP="00E96D80" w:rsidRDefault="00E96D80" w14:paraId="3B86902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 w:rsid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.4. Parki naukowo –technologiczne i inkubatory przedsiębiorczości</w:t>
            </w:r>
          </w:p>
          <w:p w:rsidRPr="00A86E6D" w:rsidR="00E96D80" w:rsidP="00E96D80" w:rsidRDefault="00E96D80" w14:paraId="34552C45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 w:rsid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.5 Inne instrumenty wsparcia przedsiębiorców w podejmowaniu nowych inwestycji na terytorium RP</w:t>
            </w:r>
          </w:p>
        </w:tc>
      </w:tr>
      <w:tr w:rsidR="00E96D80" w:rsidTr="713286CF" w14:paraId="2683318E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9520" w:type="dxa"/>
            <w:tcMar/>
          </w:tcPr>
          <w:p w:rsidRPr="00A86E6D" w:rsidR="00E96D80" w:rsidP="00E96D80" w:rsidRDefault="00E96D80" w14:paraId="2BADE4C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W 11 Publicznoprawne elementy prawa rejestrowego. Przegląd ważniejszych rejestrów informacyjnych 2godz.</w:t>
            </w:r>
          </w:p>
          <w:p w:rsidRPr="00A86E6D" w:rsidR="00E96D80" w:rsidP="00E96D80" w:rsidRDefault="00E96D80" w14:paraId="492E880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 w:rsid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.1 Centralny Rejestr Beneficjentów Rzeczywistych</w:t>
            </w:r>
          </w:p>
          <w:p w:rsidRPr="00A86E6D" w:rsidR="00E96D80" w:rsidP="00E96D80" w:rsidRDefault="00E96D80" w14:paraId="19243C7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 w:rsid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.2 Biura Informacji Gospodarczej</w:t>
            </w:r>
          </w:p>
          <w:p w:rsidRPr="00A86E6D" w:rsidR="00E96D80" w:rsidP="00E96D80" w:rsidRDefault="00E96D80" w14:paraId="1E2FB01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 w:rsid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.3 Biura Informacji Kredytowej</w:t>
            </w:r>
          </w:p>
        </w:tc>
      </w:tr>
    </w:tbl>
    <w:p w:rsidRPr="009C54AE" w:rsidR="0085747A" w:rsidP="009C54AE" w:rsidRDefault="0085747A" w14:paraId="2E8EFDA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EA5FBC9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13286CF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713286CF" w:rsidR="009F4610">
        <w:rPr>
          <w:rFonts w:ascii="Corbel" w:hAnsi="Corbel"/>
          <w:sz w:val="24"/>
          <w:szCs w:val="24"/>
        </w:rPr>
        <w:t xml:space="preserve">, </w:t>
      </w:r>
      <w:r w:rsidRPr="713286CF" w:rsidR="0085747A">
        <w:rPr>
          <w:rFonts w:ascii="Corbel" w:hAnsi="Corbel"/>
          <w:sz w:val="24"/>
          <w:szCs w:val="24"/>
        </w:rPr>
        <w:t xml:space="preserve">zajęć praktycznych </w:t>
      </w:r>
    </w:p>
    <w:p w:rsidR="713286CF" w:rsidP="713286CF" w:rsidRDefault="713286CF" w14:paraId="0BDE0293" w14:textId="0415D9EE">
      <w:pPr>
        <w:pStyle w:val="Punktygwne"/>
        <w:spacing w:before="0" w:after="0"/>
        <w:rPr>
          <w:rFonts w:ascii="Corbel" w:hAnsi="Corbel"/>
          <w:caps w:val="0"/>
          <w:smallCaps w:val="0"/>
        </w:rPr>
      </w:pPr>
    </w:p>
    <w:p w:rsidRPr="009C54AE" w:rsidR="0085747A" w:rsidP="00A33DC0" w:rsidRDefault="009F4610" w14:paraId="58524A9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153C41" w:rsidR="00E21E7D" w:rsidP="009C54AE" w:rsidRDefault="00E21E7D" w14:paraId="6803F332" w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856436" w:rsidP="009C54AE" w:rsidRDefault="00153C41" w14:paraId="7A95ABE3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713286CF" w:rsidR="00153C41">
        <w:rPr>
          <w:rFonts w:ascii="Corbel" w:hAnsi="Corbel"/>
          <w:b w:val="0"/>
          <w:bCs w:val="0"/>
          <w:i w:val="1"/>
          <w:iCs w:val="1"/>
          <w:sz w:val="20"/>
          <w:szCs w:val="20"/>
        </w:rPr>
        <w:t xml:space="preserve"> </w:t>
      </w:r>
      <w:r w:rsidRPr="713286CF" w:rsidR="00153C41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W</w:t>
      </w:r>
      <w:r w:rsidRPr="713286CF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ykład</w:t>
      </w:r>
      <w:r w:rsidRPr="713286CF" w:rsidR="00153C41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: wykład</w:t>
      </w:r>
      <w:r w:rsidRPr="713286CF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problemowy</w:t>
      </w:r>
      <w:r w:rsidRPr="713286CF" w:rsidR="00923D7D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, </w:t>
      </w:r>
    </w:p>
    <w:p w:rsidR="00E960BB" w:rsidP="009C54AE" w:rsidRDefault="00E960BB" w14:paraId="49C0470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070C13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0B20CC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9A0795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C5B088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240"/>
        <w:gridCol w:w="5164"/>
        <w:gridCol w:w="1888"/>
      </w:tblGrid>
      <w:tr w:rsidRPr="009C54AE" w:rsidR="0085747A" w:rsidTr="713286CF" w14:paraId="7165570E" w14:textId="77777777">
        <w:tc>
          <w:tcPr>
            <w:tcW w:w="2240" w:type="dxa"/>
            <w:tcMar/>
            <w:vAlign w:val="center"/>
          </w:tcPr>
          <w:p w:rsidRPr="009C54AE" w:rsidR="0085747A" w:rsidP="00A33DC0" w:rsidRDefault="0071620A" w14:paraId="2B62A5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64" w:type="dxa"/>
            <w:tcMar/>
            <w:vAlign w:val="center"/>
          </w:tcPr>
          <w:p w:rsidRPr="009C54AE" w:rsidR="0085747A" w:rsidP="713286CF" w:rsidRDefault="00A84C85" w14:paraId="0285D1CC" w14:textId="302D25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13286CF" w:rsidR="00A84C8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Metody oceny efektów uczenia </w:t>
            </w:r>
            <w:r w:rsidRPr="713286CF" w:rsidR="79D4227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się </w:t>
            </w:r>
          </w:p>
          <w:p w:rsidRPr="009C54AE" w:rsidR="0085747A" w:rsidP="00A33DC0" w:rsidRDefault="009F4610" w14:paraId="62CE23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88" w:type="dxa"/>
            <w:tcMar/>
            <w:vAlign w:val="center"/>
          </w:tcPr>
          <w:p w:rsidRPr="009C54AE" w:rsidR="00923D7D" w:rsidP="00A33DC0" w:rsidRDefault="0085747A" w14:paraId="192750C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A33DC0" w:rsidRDefault="0085747A" w14:paraId="1453E42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5E6E85" w:rsidR="006A72B3" w:rsidTr="713286CF" w14:paraId="537BB3FA" w14:textId="77777777">
        <w:tc>
          <w:tcPr>
            <w:tcW w:w="2240" w:type="dxa"/>
            <w:tcMar/>
          </w:tcPr>
          <w:p w:rsidRPr="005E6E85" w:rsidR="006A72B3" w:rsidP="00A33DC0" w:rsidRDefault="006A72B3" w14:paraId="57C9A394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z w:val="22"/>
              </w:rPr>
              <w:t xml:space="preserve">ek_ 01 </w:t>
            </w:r>
          </w:p>
        </w:tc>
        <w:tc>
          <w:tcPr>
            <w:tcW w:w="5164" w:type="dxa"/>
            <w:tcMar/>
          </w:tcPr>
          <w:p w:rsidRPr="007A63C4" w:rsidR="006A72B3" w:rsidP="00A33DC0" w:rsidRDefault="006A72B3" w14:paraId="6D954964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dyskusja w trakcie wykładu</w:t>
            </w:r>
          </w:p>
        </w:tc>
        <w:tc>
          <w:tcPr>
            <w:tcW w:w="1888" w:type="dxa"/>
            <w:tcMar/>
          </w:tcPr>
          <w:p w:rsidRPr="005E6E85" w:rsidR="006A72B3" w:rsidP="00A33DC0" w:rsidRDefault="006A72B3" w14:paraId="132D7F5C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Pr="005E6E85" w:rsidR="006A72B3" w:rsidTr="713286CF" w14:paraId="75B8DA5C" w14:textId="77777777">
        <w:tc>
          <w:tcPr>
            <w:tcW w:w="2240" w:type="dxa"/>
            <w:tcMar/>
          </w:tcPr>
          <w:p w:rsidRPr="005E6E85" w:rsidR="006A72B3" w:rsidP="00A33DC0" w:rsidRDefault="006A72B3" w14:paraId="4BB46991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z w:val="22"/>
              </w:rPr>
              <w:t>Ek_ 02</w:t>
            </w:r>
          </w:p>
        </w:tc>
        <w:tc>
          <w:tcPr>
            <w:tcW w:w="5164" w:type="dxa"/>
            <w:tcMar/>
          </w:tcPr>
          <w:p w:rsidRPr="005E6E85" w:rsidR="006A72B3" w:rsidP="00A33DC0" w:rsidRDefault="006A72B3" w14:paraId="6342C128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EGZAMIN PISEMNY</w:t>
            </w:r>
          </w:p>
        </w:tc>
        <w:tc>
          <w:tcPr>
            <w:tcW w:w="1888" w:type="dxa"/>
            <w:tcMar/>
          </w:tcPr>
          <w:p w:rsidRPr="005E6E85" w:rsidR="006A72B3" w:rsidP="00A33DC0" w:rsidRDefault="006A72B3" w14:paraId="12F90170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6A72B3" w:rsidTr="713286CF" w14:paraId="6A866789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240" w:type="dxa"/>
            <w:tcMar/>
          </w:tcPr>
          <w:p w:rsidRPr="00AF4A52" w:rsidR="006A72B3" w:rsidP="00A33DC0" w:rsidRDefault="006A72B3" w14:paraId="4F9DEFDC" w14:textId="77777777">
            <w:pPr>
              <w:pStyle w:val="Punktygwne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EK_03</w:t>
            </w:r>
          </w:p>
          <w:p w:rsidR="006A72B3" w:rsidP="00A33DC0" w:rsidRDefault="006A72B3" w14:paraId="7907AF3F" w14:textId="77777777">
            <w:pPr>
              <w:pStyle w:val="Punktygwne"/>
              <w:rPr>
                <w:b w:val="0"/>
                <w:smallCaps w:val="0"/>
                <w:sz w:val="22"/>
              </w:rPr>
            </w:pPr>
          </w:p>
        </w:tc>
        <w:tc>
          <w:tcPr>
            <w:tcW w:w="5164" w:type="dxa"/>
            <w:tcMar/>
          </w:tcPr>
          <w:p w:rsidR="006A72B3" w:rsidP="00A33DC0" w:rsidRDefault="006A72B3" w14:paraId="36DB0C68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lastRenderedPageBreak/>
              <w:t>EGZAMIN PISEMNY</w:t>
            </w:r>
          </w:p>
        </w:tc>
        <w:tc>
          <w:tcPr>
            <w:tcW w:w="1888" w:type="dxa"/>
            <w:tcMar/>
          </w:tcPr>
          <w:p w:rsidR="006A72B3" w:rsidP="00A33DC0" w:rsidRDefault="006A72B3" w14:paraId="0C77C9D3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:rsidTr="713286CF" w14:paraId="5D47F573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240" w:type="dxa"/>
            <w:tcMar/>
          </w:tcPr>
          <w:p w:rsidR="006A72B3" w:rsidP="00A33DC0" w:rsidRDefault="006A72B3" w14:paraId="413EE257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164" w:type="dxa"/>
            <w:tcMar/>
          </w:tcPr>
          <w:p w:rsidR="006A72B3" w:rsidP="00A33DC0" w:rsidRDefault="006A72B3" w14:paraId="247DE8D7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1888" w:type="dxa"/>
            <w:tcMar/>
          </w:tcPr>
          <w:p w:rsidR="006A72B3" w:rsidP="00A33DC0" w:rsidRDefault="006A72B3" w14:paraId="0D5A53A7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:rsidTr="713286CF" w14:paraId="66FCFDE7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240" w:type="dxa"/>
            <w:tcMar/>
          </w:tcPr>
          <w:p w:rsidR="006A72B3" w:rsidP="00A33DC0" w:rsidRDefault="006A72B3" w14:paraId="2CA01711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164" w:type="dxa"/>
            <w:tcMar/>
          </w:tcPr>
          <w:p w:rsidR="006A72B3" w:rsidP="00A33DC0" w:rsidRDefault="006A72B3" w14:paraId="14A1BC4C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1888" w:type="dxa"/>
            <w:tcMar/>
          </w:tcPr>
          <w:p w:rsidR="006A72B3" w:rsidP="00A33DC0" w:rsidRDefault="006A72B3" w14:paraId="1BC17046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:rsidTr="713286CF" w14:paraId="496AD7FB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2240" w:type="dxa"/>
            <w:tcMar/>
          </w:tcPr>
          <w:p w:rsidR="006A72B3" w:rsidP="00A33DC0" w:rsidRDefault="006A72B3" w14:paraId="12A563E8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164" w:type="dxa"/>
            <w:tcMar/>
          </w:tcPr>
          <w:p w:rsidR="006A72B3" w:rsidP="00A33DC0" w:rsidRDefault="006A72B3" w14:paraId="6DF67EB7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1888" w:type="dxa"/>
            <w:tcMar/>
          </w:tcPr>
          <w:p w:rsidR="006A72B3" w:rsidP="00A33DC0" w:rsidRDefault="006A72B3" w14:paraId="24681E9B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:rsidTr="713286CF" w14:paraId="34903176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2240" w:type="dxa"/>
            <w:tcMar/>
          </w:tcPr>
          <w:p w:rsidR="006A72B3" w:rsidP="00A33DC0" w:rsidRDefault="006A72B3" w14:paraId="22EC9074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5164" w:type="dxa"/>
            <w:tcMar/>
          </w:tcPr>
          <w:p w:rsidR="006A72B3" w:rsidP="00A33DC0" w:rsidRDefault="00DD6B55" w14:paraId="686E6491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1888" w:type="dxa"/>
            <w:tcMar/>
          </w:tcPr>
          <w:p w:rsidR="006A72B3" w:rsidP="00A33DC0" w:rsidRDefault="00DD6B55" w14:paraId="6E14F1E1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:rsidTr="713286CF" w14:paraId="0C6B22B8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2240" w:type="dxa"/>
            <w:tcMar/>
          </w:tcPr>
          <w:p w:rsidR="006A72B3" w:rsidP="00A33DC0" w:rsidRDefault="006A72B3" w14:paraId="1AC644ED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EK_08</w:t>
            </w:r>
          </w:p>
        </w:tc>
        <w:tc>
          <w:tcPr>
            <w:tcW w:w="5164" w:type="dxa"/>
            <w:tcMar/>
          </w:tcPr>
          <w:p w:rsidR="006A72B3" w:rsidP="00A33DC0" w:rsidRDefault="00750A6C" w14:paraId="434EEF65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DYSKUSJA</w:t>
            </w:r>
          </w:p>
        </w:tc>
        <w:tc>
          <w:tcPr>
            <w:tcW w:w="1888" w:type="dxa"/>
            <w:tcMar/>
          </w:tcPr>
          <w:p w:rsidR="006A72B3" w:rsidP="00A33DC0" w:rsidRDefault="00750A6C" w14:paraId="4642D17A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:rsidTr="713286CF" w14:paraId="6A70C17A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2240" w:type="dxa"/>
            <w:tcMar/>
          </w:tcPr>
          <w:p w:rsidR="006A72B3" w:rsidP="00A33DC0" w:rsidRDefault="006A72B3" w14:paraId="051FA7D1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EK_09</w:t>
            </w:r>
          </w:p>
        </w:tc>
        <w:tc>
          <w:tcPr>
            <w:tcW w:w="5164" w:type="dxa"/>
            <w:tcMar/>
          </w:tcPr>
          <w:p w:rsidR="006A72B3" w:rsidP="00A33DC0" w:rsidRDefault="00750A6C" w14:paraId="2A75AE88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DYSKUSJA</w:t>
            </w:r>
          </w:p>
        </w:tc>
        <w:tc>
          <w:tcPr>
            <w:tcW w:w="1888" w:type="dxa"/>
            <w:tcMar/>
          </w:tcPr>
          <w:p w:rsidR="006A72B3" w:rsidP="00A33DC0" w:rsidRDefault="00750A6C" w14:paraId="7FB55452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WYKŁAD</w:t>
            </w:r>
          </w:p>
        </w:tc>
      </w:tr>
      <w:tr w:rsidR="00A33DC0" w:rsidTr="713286CF" w14:paraId="25214573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44"/>
        </w:trPr>
        <w:tc>
          <w:tcPr>
            <w:tcW w:w="2240" w:type="dxa"/>
            <w:tcMar/>
          </w:tcPr>
          <w:p w:rsidR="00A33DC0" w:rsidP="00A33DC0" w:rsidRDefault="00A33DC0" w14:paraId="02BB508C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EK_10</w:t>
            </w:r>
          </w:p>
        </w:tc>
        <w:tc>
          <w:tcPr>
            <w:tcW w:w="5164" w:type="dxa"/>
            <w:tcMar/>
          </w:tcPr>
          <w:p w:rsidR="00A33DC0" w:rsidP="00A33DC0" w:rsidRDefault="00750A6C" w14:paraId="670DBB90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DYSKUSJA</w:t>
            </w:r>
          </w:p>
        </w:tc>
        <w:tc>
          <w:tcPr>
            <w:tcW w:w="1888" w:type="dxa"/>
            <w:tcMar/>
          </w:tcPr>
          <w:p w:rsidR="00A33DC0" w:rsidP="00A33DC0" w:rsidRDefault="00750A6C" w14:paraId="14E15FB4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WYKŁAD</w:t>
            </w:r>
          </w:p>
        </w:tc>
      </w:tr>
    </w:tbl>
    <w:p w:rsidR="713286CF" w:rsidP="713286CF" w:rsidRDefault="713286CF" w14:paraId="13C2F21C" w14:textId="55D1FD20">
      <w:pPr>
        <w:pStyle w:val="Punktygwne"/>
        <w:spacing w:before="0" w:after="0"/>
        <w:rPr>
          <w:rFonts w:ascii="Corbel" w:hAnsi="Corbel"/>
          <w:caps w:val="0"/>
          <w:smallCaps w:val="0"/>
        </w:rPr>
      </w:pPr>
    </w:p>
    <w:p w:rsidRPr="009C54AE" w:rsidR="0085747A" w:rsidP="00750A6C" w:rsidRDefault="003E1941" w14:paraId="0872041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91328B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1F2AE79" w14:paraId="762B9294" w14:textId="77777777">
        <w:tc>
          <w:tcPr>
            <w:tcW w:w="9670" w:type="dxa"/>
            <w:tcMar/>
          </w:tcPr>
          <w:p w:rsidRPr="009C54AE" w:rsidR="0085747A" w:rsidP="21F2AE79" w:rsidRDefault="00AE6076" w14:paraId="7A7DDD27" w14:textId="009A2FF7">
            <w:pPr>
              <w:spacing w:before="0" w:after="0"/>
              <w:jc w:val="both"/>
            </w:pPr>
            <w:r w:rsidRPr="21F2AE79" w:rsidR="7231A757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Dla egzaminu:</w:t>
            </w:r>
          </w:p>
          <w:p w:rsidRPr="009C54AE" w:rsidR="0085747A" w:rsidP="21F2AE79" w:rsidRDefault="00AE6076" w14:paraId="681EBA77" w14:textId="44B4CFBE">
            <w:pPr>
              <w:spacing w:before="0" w:after="0"/>
              <w:jc w:val="both"/>
            </w:pPr>
            <w:r w:rsidRPr="21F2AE79" w:rsidR="7231A757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21F2AE79" w:rsidR="7231A757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21F2AE79" w:rsidR="7231A757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21F2AE79" w:rsidR="7231A757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21F2AE79" w:rsidRDefault="00AE6076" w14:paraId="4D7FE5CE" w14:textId="0097B7DD">
            <w:pPr>
              <w:spacing w:before="0" w:after="0"/>
              <w:jc w:val="both"/>
            </w:pPr>
            <w:r w:rsidRPr="21F2AE79" w:rsidR="7231A757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21F2AE79" w:rsidR="7231A757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21F2AE79" w:rsidRDefault="00AE6076" w14:paraId="06FD745C" w14:textId="79F1A96F">
            <w:pPr>
              <w:spacing w:before="0" w:after="0"/>
              <w:jc w:val="both"/>
            </w:pPr>
            <w:r w:rsidRPr="21F2AE79" w:rsidR="7231A757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21F2AE79" w:rsidR="7231A757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21F2AE79" w:rsidRDefault="00AE6076" w14:paraId="2BF7A48B" w14:textId="03F133A6">
            <w:pPr>
              <w:spacing w:before="0" w:after="0"/>
            </w:pPr>
            <w:r w:rsidRPr="21F2AE79" w:rsidR="7231A757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9C54AE" w:rsidR="0085747A" w:rsidP="21F2AE79" w:rsidRDefault="00AE6076" w14:paraId="4A25D9E1" w14:textId="2B488215">
            <w:pPr>
              <w:spacing w:before="0" w:after="0"/>
            </w:pPr>
            <w:r w:rsidRPr="21F2AE79" w:rsidR="7231A757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9C54AE" w:rsidR="0085747A" w:rsidP="21F2AE79" w:rsidRDefault="00AE6076" w14:paraId="61B2292E" w14:textId="3DA388BA">
            <w:pPr>
              <w:spacing w:before="0" w:after="0"/>
            </w:pPr>
            <w:r w:rsidRPr="21F2AE79" w:rsidR="7231A757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9C54AE" w:rsidR="0085747A" w:rsidP="21F2AE79" w:rsidRDefault="00AE6076" w14:paraId="62E92877" w14:textId="5E23F62E">
            <w:pPr>
              <w:spacing w:before="0" w:after="0"/>
            </w:pPr>
            <w:r w:rsidRPr="21F2AE79" w:rsidR="7231A757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9C54AE" w:rsidR="0085747A" w:rsidP="21F2AE79" w:rsidRDefault="00AE6076" w14:paraId="56C4DF53" w14:textId="4B6CFBA9">
            <w:pPr>
              <w:spacing w:before="0" w:after="0"/>
            </w:pPr>
            <w:r w:rsidRPr="21F2AE79" w:rsidR="7231A757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9C54AE" w:rsidR="0085747A" w:rsidP="21F2AE79" w:rsidRDefault="00AE6076" w14:paraId="16028DB8" w14:textId="2657127B">
            <w:pPr>
              <w:spacing w:before="0" w:after="0"/>
            </w:pPr>
            <w:r w:rsidRPr="21F2AE79" w:rsidR="7231A757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50 %.</w:t>
            </w:r>
          </w:p>
          <w:p w:rsidRPr="009C54AE" w:rsidR="0085747A" w:rsidP="21F2AE79" w:rsidRDefault="00AE6076" w14:paraId="7A60FF35" w14:textId="426E9304">
            <w:pPr>
              <w:pStyle w:val="Punktygwne"/>
              <w:spacing w:before="0" w:after="0"/>
              <w:rPr>
                <w:rFonts w:ascii="Calibri" w:hAnsi="Calibri" w:eastAsia="Cambria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00A3419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1216E64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38D687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9C54AE" w:rsidR="0085747A" w:rsidTr="713286CF" w14:paraId="2D1BAF36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32EDA2C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618B03B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713286CF" w14:paraId="158E6B3C" w14:textId="77777777">
        <w:tc>
          <w:tcPr>
            <w:tcW w:w="4962" w:type="dxa"/>
            <w:tcMar/>
          </w:tcPr>
          <w:p w:rsidRPr="009C54AE" w:rsidR="0085747A" w:rsidP="009C54AE" w:rsidRDefault="00C61DC5" w14:paraId="1A1D6D4E" w14:textId="51D3BB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13286CF" w:rsidR="00C61DC5">
              <w:rPr>
                <w:rFonts w:ascii="Corbel" w:hAnsi="Corbel"/>
                <w:sz w:val="24"/>
                <w:szCs w:val="24"/>
              </w:rPr>
              <w:t>G</w:t>
            </w:r>
            <w:r w:rsidRPr="713286CF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713286CF" w:rsidR="00C61DC5">
              <w:rPr>
                <w:rFonts w:ascii="Corbel" w:hAnsi="Corbel"/>
                <w:sz w:val="24"/>
                <w:szCs w:val="24"/>
              </w:rPr>
              <w:t>kontaktowe</w:t>
            </w:r>
            <w:r w:rsidRPr="713286CF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713286CF" w:rsidR="00C61DC5">
              <w:rPr>
                <w:rFonts w:ascii="Corbel" w:hAnsi="Corbel"/>
                <w:sz w:val="24"/>
                <w:szCs w:val="24"/>
              </w:rPr>
              <w:t>ynikające</w:t>
            </w:r>
            <w:r w:rsidRPr="713286CF" w:rsidR="0085747A">
              <w:rPr>
                <w:rFonts w:ascii="Corbel" w:hAnsi="Corbel"/>
                <w:sz w:val="24"/>
                <w:szCs w:val="24"/>
              </w:rPr>
              <w:t xml:space="preserve"> z </w:t>
            </w:r>
            <w:r w:rsidRPr="713286CF" w:rsidR="32C1DD2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713286CF" w:rsidR="00C61DC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="0083447B" w:rsidP="0083447B" w:rsidRDefault="0083447B" w14:paraId="75F71622" w14:textId="3DA32E85">
            <w:pPr>
              <w:pStyle w:val="Akapitzlist"/>
              <w:spacing w:after="120" w:line="240" w:lineRule="auto"/>
              <w:ind w:left="0"/>
            </w:pPr>
            <w:r w:rsidR="6D1C5F2D">
              <w:rPr/>
              <w:t>15</w:t>
            </w:r>
            <w:r w:rsidR="10A15DF9">
              <w:rPr/>
              <w:t xml:space="preserve"> godz.</w:t>
            </w:r>
          </w:p>
          <w:p w:rsidRPr="009C54AE" w:rsidR="0083447B" w:rsidP="00E43F72" w:rsidRDefault="0083447B" w14:paraId="23191D8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C61DC5" w:rsidTr="713286CF" w14:paraId="77D06CC3" w14:textId="77777777">
        <w:tc>
          <w:tcPr>
            <w:tcW w:w="4962" w:type="dxa"/>
            <w:tcMar/>
          </w:tcPr>
          <w:p w:rsidRPr="009C54AE" w:rsidR="00C61DC5" w:rsidP="009C54AE" w:rsidRDefault="00C61DC5" w14:paraId="13B4903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9C54AE" w:rsidRDefault="00C61DC5" w14:paraId="110CBF3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09C54AE" w:rsidRDefault="0083447B" w14:paraId="311117F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B140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9C54AE" w:rsidR="00C61DC5" w:rsidTr="713286CF" w14:paraId="1AC2C402" w14:textId="77777777">
        <w:tc>
          <w:tcPr>
            <w:tcW w:w="4962" w:type="dxa"/>
            <w:tcMar/>
          </w:tcPr>
          <w:p w:rsidRPr="009C54AE" w:rsidR="0071620A" w:rsidP="009C54AE" w:rsidRDefault="00C61DC5" w14:paraId="11E96A7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42A6AB0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09C54AE" w:rsidRDefault="00E43F72" w14:paraId="0EFCFEA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Pr="009C54AE" w:rsidR="0085747A" w:rsidTr="713286CF" w14:paraId="73CE165A" w14:textId="77777777">
        <w:tc>
          <w:tcPr>
            <w:tcW w:w="4962" w:type="dxa"/>
            <w:tcMar/>
          </w:tcPr>
          <w:p w:rsidRPr="009C54AE" w:rsidR="0085747A" w:rsidP="009C54AE" w:rsidRDefault="0085747A" w14:paraId="3CE64B0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9C54AE" w:rsidRDefault="0083447B" w14:paraId="69DA39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43F72">
              <w:rPr>
                <w:rFonts w:ascii="Corbel" w:hAnsi="Corbel"/>
                <w:sz w:val="24"/>
                <w:szCs w:val="24"/>
              </w:rPr>
              <w:t>05</w:t>
            </w:r>
          </w:p>
        </w:tc>
      </w:tr>
      <w:tr w:rsidRPr="009C54AE" w:rsidR="0085747A" w:rsidTr="713286CF" w14:paraId="3E010F7B" w14:textId="77777777">
        <w:tc>
          <w:tcPr>
            <w:tcW w:w="4962" w:type="dxa"/>
            <w:tcMar/>
          </w:tcPr>
          <w:p w:rsidRPr="009C54AE" w:rsidR="0085747A" w:rsidP="009C54AE" w:rsidRDefault="0085747A" w14:paraId="443C6E7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9C54AE" w:rsidRDefault="00FB2E51" w14:paraId="5D6670C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49BBBA5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41E7D76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713286CF" w:rsidRDefault="0071620A" w14:paraId="764018D5" w14:textId="7286CD4C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713286CF" w:rsidR="0071620A">
        <w:rPr>
          <w:rFonts w:ascii="Corbel" w:hAnsi="Corbel"/>
          <w:caps w:val="0"/>
          <w:smallCaps w:val="0"/>
        </w:rPr>
        <w:t xml:space="preserve">6. </w:t>
      </w:r>
      <w:r w:rsidRPr="713286CF" w:rsidR="0085747A">
        <w:rPr>
          <w:rFonts w:ascii="Corbel" w:hAnsi="Corbel"/>
          <w:caps w:val="0"/>
          <w:smallCaps w:val="0"/>
        </w:rPr>
        <w:t>PRAKTYKI ZAWODOWE W RAMACH PRZEDMIOTU</w:t>
      </w:r>
    </w:p>
    <w:p w:rsidRPr="009C54AE" w:rsidR="0085747A" w:rsidP="009C54AE" w:rsidRDefault="0085747A" w14:paraId="140591FA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713286CF" w14:paraId="6AD735DC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34BDDB3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713286CF" w:rsidRDefault="0085747A" w14:paraId="728EC98E" w14:textId="6B85D9E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13286CF" w:rsidR="7776EC5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713286CF" w14:paraId="5FEEF742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5D3A1A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713286CF" w:rsidRDefault="0085747A" w14:paraId="191F46E1" w14:textId="5D3E4A1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13286CF" w:rsidR="77A8A7AE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="003B1402" w:rsidP="009C54AE" w:rsidRDefault="003B1402" w14:paraId="6D9090C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4439AE" w14:paraId="5E0F923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  <w:r w:rsidRPr="009C54AE" w:rsidR="00675843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 w:rsidR="00675843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1669132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626"/>
      </w:tblGrid>
      <w:tr w:rsidRPr="009A6830" w:rsidR="00AA306D" w:rsidTr="713286CF" w14:paraId="31645B2F" w14:textId="77777777">
        <w:trPr>
          <w:trHeight w:val="981"/>
        </w:trPr>
        <w:tc>
          <w:tcPr>
            <w:tcW w:w="7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A306D" w:rsidR="00AA306D" w:rsidP="713286CF" w:rsidRDefault="00AA306D" w14:paraId="580FE04F" w14:textId="77777777">
            <w:pPr>
              <w:pStyle w:val="Punktygwne"/>
              <w:rPr>
                <w:rFonts w:ascii="Calibri" w:hAnsi="Calibri" w:cs="Calibri"/>
                <w:b w:val="1"/>
                <w:bCs w:val="1"/>
                <w:caps w:val="0"/>
                <w:smallCaps w:val="0"/>
                <w:sz w:val="22"/>
                <w:szCs w:val="22"/>
              </w:rPr>
            </w:pPr>
            <w:r w:rsidRPr="713286CF" w:rsidR="218B702F">
              <w:rPr>
                <w:rFonts w:ascii="Calibri" w:hAnsi="Calibri" w:cs="Calibri"/>
                <w:b w:val="1"/>
                <w:bCs w:val="1"/>
                <w:caps w:val="0"/>
                <w:smallCaps w:val="0"/>
                <w:sz w:val="22"/>
                <w:szCs w:val="22"/>
              </w:rPr>
              <w:t>Literatura podstawowa:</w:t>
            </w:r>
          </w:p>
          <w:p w:rsidRPr="00AA306D" w:rsidR="00AA306D" w:rsidP="00AA306D" w:rsidRDefault="00AA306D" w14:paraId="741D122F" w14:textId="77777777">
            <w:pPr>
              <w:numPr>
                <w:ilvl w:val="0"/>
                <w:numId w:val="28"/>
              </w:numPr>
              <w:spacing w:after="0"/>
              <w:jc w:val="both"/>
              <w:rPr>
                <w:rFonts w:cs="Calibri"/>
              </w:rPr>
            </w:pPr>
            <w:r w:rsidRPr="00AA306D">
              <w:rPr>
                <w:rFonts w:eastAsia="Cambria" w:cs="Calibri"/>
                <w:lang w:eastAsia="pl-PL"/>
              </w:rPr>
              <w:t>Blicharz R. (red.) Publiczne prawo gospodarcze, Warszawa 2017</w:t>
            </w:r>
          </w:p>
          <w:p w:rsidRPr="00AA306D" w:rsidR="00AA306D" w:rsidP="00AA306D" w:rsidRDefault="00AA306D" w14:paraId="1A4F8CF6" w14:textId="77777777">
            <w:pPr>
              <w:numPr>
                <w:ilvl w:val="0"/>
                <w:numId w:val="28"/>
              </w:numPr>
              <w:spacing w:after="0"/>
              <w:jc w:val="both"/>
              <w:rPr>
                <w:rFonts w:cs="Calibri"/>
              </w:rPr>
            </w:pPr>
            <w:r w:rsidRPr="00AA306D">
              <w:rPr>
                <w:rFonts w:cs="Calibri"/>
              </w:rPr>
              <w:t>Kosikowski C., Publiczne prawo gospodarcze Polski i Unii Europejskiej, Warszawa 2010</w:t>
            </w:r>
          </w:p>
          <w:p w:rsidRPr="00AA306D" w:rsidR="00AA306D" w:rsidP="00AA306D" w:rsidRDefault="00AA306D" w14:paraId="78DF84D1" w14:textId="77777777">
            <w:pPr>
              <w:numPr>
                <w:ilvl w:val="0"/>
                <w:numId w:val="28"/>
              </w:numPr>
              <w:spacing w:after="0"/>
              <w:jc w:val="both"/>
              <w:rPr>
                <w:rFonts w:cs="Calibri"/>
              </w:rPr>
            </w:pPr>
            <w:r w:rsidRPr="00AA306D">
              <w:rPr>
                <w:rFonts w:cs="Calibri"/>
              </w:rPr>
              <w:t>Olszewski J., Prawo konkurencji, Przemyśl 1998</w:t>
            </w:r>
          </w:p>
          <w:p w:rsidRPr="00AA306D" w:rsidR="00AA306D" w:rsidP="00AA306D" w:rsidRDefault="00AA306D" w14:paraId="31F742C2" w14:textId="77777777">
            <w:pPr>
              <w:numPr>
                <w:ilvl w:val="0"/>
                <w:numId w:val="28"/>
              </w:numPr>
              <w:spacing w:after="0"/>
              <w:jc w:val="both"/>
              <w:rPr>
                <w:rFonts w:cs="Calibri"/>
              </w:rPr>
            </w:pPr>
            <w:r w:rsidRPr="00AA306D">
              <w:rPr>
                <w:rFonts w:cs="Calibri"/>
              </w:rPr>
              <w:t>Olszewski J. (red.), Publiczne prawo gospodarcze, Warszawa 2015</w:t>
            </w:r>
          </w:p>
          <w:p w:rsidRPr="00AA306D" w:rsidR="00AA306D" w:rsidP="00AA306D" w:rsidRDefault="00AA306D" w14:paraId="75C8D7A0" w14:textId="77777777">
            <w:pPr>
              <w:numPr>
                <w:ilvl w:val="0"/>
                <w:numId w:val="28"/>
              </w:numPr>
              <w:spacing w:after="0"/>
              <w:jc w:val="both"/>
              <w:rPr>
                <w:rFonts w:cs="Calibri"/>
              </w:rPr>
            </w:pPr>
            <w:r w:rsidRPr="00AA306D">
              <w:rPr>
                <w:rFonts w:cs="Calibri"/>
              </w:rPr>
              <w:t>Olszewski J. (red.), Prawo gospodarcze. Kompendium, Warszawa 2019</w:t>
            </w:r>
          </w:p>
          <w:p w:rsidRPr="00AA306D" w:rsidR="00AA306D" w:rsidP="00AA306D" w:rsidRDefault="00AA306D" w14:paraId="35051C72" w14:textId="77777777">
            <w:pPr>
              <w:numPr>
                <w:ilvl w:val="0"/>
                <w:numId w:val="28"/>
              </w:numPr>
              <w:spacing w:after="0"/>
              <w:jc w:val="both"/>
              <w:rPr>
                <w:rFonts w:cs="Calibri"/>
              </w:rPr>
            </w:pPr>
            <w:r w:rsidRPr="00AA306D">
              <w:rPr>
                <w:rFonts w:cs="Calibri"/>
              </w:rPr>
              <w:t>Powałowski A., Publiczne prawo gospodarcze, Warszawa 2020</w:t>
            </w:r>
          </w:p>
          <w:p w:rsidRPr="00AA306D" w:rsidR="00AA306D" w:rsidP="00AA306D" w:rsidRDefault="00AA306D" w14:paraId="20211D0E" w14:textId="77777777">
            <w:pPr>
              <w:numPr>
                <w:ilvl w:val="0"/>
                <w:numId w:val="28"/>
              </w:numPr>
              <w:spacing w:after="0"/>
              <w:jc w:val="both"/>
              <w:rPr>
                <w:rFonts w:cs="Calibri"/>
              </w:rPr>
            </w:pPr>
            <w:r w:rsidRPr="00AA306D">
              <w:rPr>
                <w:rFonts w:cs="Calibri"/>
              </w:rPr>
              <w:t>Strzyczkowski K., Publiczne prawo gospodarcze, Warszawa 2011</w:t>
            </w:r>
          </w:p>
        </w:tc>
      </w:tr>
      <w:tr w:rsidRPr="009A6830" w:rsidR="00AA306D" w:rsidTr="713286CF" w14:paraId="0DF1E4FF" w14:textId="77777777">
        <w:trPr>
          <w:trHeight w:val="981"/>
        </w:trPr>
        <w:tc>
          <w:tcPr>
            <w:tcW w:w="7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A306D" w:rsidR="00AA306D" w:rsidP="713286CF" w:rsidRDefault="00AA306D" w14:paraId="720ADD48" w14:textId="77777777">
            <w:pPr>
              <w:pStyle w:val="Punktygwne"/>
              <w:rPr>
                <w:rFonts w:ascii="Calibri" w:hAnsi="Calibri" w:cs="Calibri"/>
                <w:b w:val="1"/>
                <w:bCs w:val="1"/>
                <w:caps w:val="0"/>
                <w:smallCaps w:val="0"/>
                <w:sz w:val="22"/>
                <w:szCs w:val="22"/>
              </w:rPr>
            </w:pPr>
            <w:r w:rsidRPr="713286CF" w:rsidR="218B702F">
              <w:rPr>
                <w:rFonts w:ascii="Calibri" w:hAnsi="Calibri" w:cs="Calibri"/>
                <w:b w:val="1"/>
                <w:bCs w:val="1"/>
                <w:caps w:val="0"/>
                <w:smallCaps w:val="0"/>
                <w:sz w:val="22"/>
                <w:szCs w:val="22"/>
              </w:rPr>
              <w:t>Literatura uzupełniająca:</w:t>
            </w:r>
          </w:p>
          <w:p w:rsidRPr="00AA306D" w:rsidR="00AA306D" w:rsidP="00AA306D" w:rsidRDefault="00AA306D" w14:paraId="25D810BD" w14:textId="77777777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ind w:left="450" w:hanging="357"/>
              <w:jc w:val="both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Blicharz R., Powałowski A., Prawo przedsiębiorcy, Warszawa 2019</w:t>
            </w:r>
          </w:p>
          <w:p w:rsidRPr="00AA306D" w:rsidR="00AA306D" w:rsidP="00AA306D" w:rsidRDefault="00AA306D" w14:paraId="6D06E69E" w14:textId="77777777">
            <w:pPr>
              <w:pStyle w:val="Nagwek1"/>
              <w:numPr>
                <w:ilvl w:val="0"/>
                <w:numId w:val="9"/>
              </w:numPr>
              <w:spacing w:before="0" w:beforeAutospacing="0" w:after="0" w:afterAutospacing="0"/>
              <w:ind w:left="450" w:hanging="357"/>
              <w:jc w:val="both"/>
              <w:rPr>
                <w:rFonts w:ascii="Calibri" w:hAnsi="Calibri" w:eastAsia="Calibri" w:cs="Calibri"/>
                <w:b w:val="0"/>
                <w:bCs w:val="0"/>
                <w:kern w:val="0"/>
                <w:sz w:val="22"/>
                <w:szCs w:val="22"/>
                <w:lang w:eastAsia="en-US"/>
              </w:rPr>
            </w:pPr>
            <w:r w:rsidRPr="00AA306D">
              <w:rPr>
                <w:rFonts w:ascii="Calibri" w:hAnsi="Calibri" w:eastAsia="Calibri" w:cs="Calibri"/>
                <w:b w:val="0"/>
                <w:bCs w:val="0"/>
                <w:kern w:val="0"/>
                <w:sz w:val="22"/>
                <w:szCs w:val="22"/>
                <w:lang w:eastAsia="en-US"/>
              </w:rPr>
              <w:t>Hauser R., Niewiadomski, Wróbel A., Publiczne prawo gospodarcze. System Prawa Administracyjnego. Tom 8 A, Tom 8 B, Warszawa 2018;</w:t>
            </w:r>
          </w:p>
          <w:p w:rsidRPr="00AA306D" w:rsidR="00AA306D" w:rsidP="00AA306D" w:rsidRDefault="00AA306D" w14:paraId="3CCA31EF" w14:textId="77777777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50"/>
              <w:jc w:val="both"/>
              <w:outlineLvl w:val="0"/>
              <w:rPr>
                <w:rFonts w:cs="Calibri"/>
              </w:rPr>
            </w:pPr>
            <w:r w:rsidRPr="00AA306D">
              <w:rPr>
                <w:rFonts w:cs="Calibri"/>
              </w:rPr>
              <w:t>Dobaczewska A., Powałowski A, Wolska H., Nowe prawo przedsiębiorców Warszawa 2018</w:t>
            </w:r>
          </w:p>
          <w:p w:rsidRPr="00AA306D" w:rsidR="00AA306D" w:rsidP="00AA306D" w:rsidRDefault="00AA306D" w14:paraId="33EA8573" w14:textId="77777777">
            <w:pPr>
              <w:pStyle w:val="Akapitzlist"/>
              <w:numPr>
                <w:ilvl w:val="3"/>
                <w:numId w:val="29"/>
              </w:numPr>
              <w:spacing w:after="0" w:line="240" w:lineRule="auto"/>
              <w:ind w:left="450" w:hanging="425"/>
              <w:jc w:val="both"/>
              <w:outlineLvl w:val="0"/>
              <w:rPr>
                <w:rFonts w:cs="Calibri"/>
              </w:rPr>
            </w:pPr>
            <w:r w:rsidRPr="00AA306D">
              <w:rPr>
                <w:rFonts w:cs="Calibri"/>
              </w:rPr>
              <w:t>Jagielska M., Sprzedaż konsumencka w teorii i praktyce, Warszawa 2016</w:t>
            </w:r>
          </w:p>
          <w:p w:rsidRPr="00AA306D" w:rsidR="00AA306D" w:rsidP="00AA306D" w:rsidRDefault="00AA306D" w14:paraId="470E6EA2" w14:textId="7777777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450" w:hanging="425"/>
              <w:jc w:val="both"/>
              <w:outlineLvl w:val="0"/>
              <w:rPr>
                <w:rFonts w:cs="Calibri"/>
              </w:rPr>
            </w:pPr>
            <w:r w:rsidRPr="00AA306D">
              <w:rPr>
                <w:rFonts w:cs="Calibri"/>
              </w:rPr>
              <w:t>Kidyba A., Michalski M., Spółki Skarbu Państwa na rynku kapitałowym, Warszawa 2017;</w:t>
            </w:r>
          </w:p>
          <w:p w:rsidRPr="00AA306D" w:rsidR="00AA306D" w:rsidP="00AA306D" w:rsidRDefault="00AA306D" w14:paraId="0FB71F3C" w14:textId="77777777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50"/>
              <w:jc w:val="both"/>
              <w:outlineLvl w:val="0"/>
              <w:rPr>
                <w:rFonts w:cs="Calibri"/>
              </w:rPr>
            </w:pPr>
            <w:r w:rsidRPr="00AA306D">
              <w:rPr>
                <w:rFonts w:cs="Calibri"/>
              </w:rPr>
              <w:t>Lubeńczuk G., Wołoszyn-Cichocka A., Zdyb M., Prawo przedsiębiorców. Komentarz, Warszawa 2019;</w:t>
            </w:r>
          </w:p>
          <w:p w:rsidRPr="00AA306D" w:rsidR="00AA306D" w:rsidP="00AA306D" w:rsidRDefault="00AA306D" w14:paraId="7F36073A" w14:textId="77777777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50"/>
              <w:jc w:val="both"/>
              <w:outlineLvl w:val="0"/>
              <w:rPr>
                <w:rFonts w:cs="Calibri"/>
              </w:rPr>
            </w:pPr>
            <w:r w:rsidRPr="00AA306D">
              <w:rPr>
                <w:rFonts w:cs="Calibri"/>
              </w:rPr>
              <w:t>Kozieł G., CEIDG. Rzecznik Małych i Średnich Przedsiębiorców. Przedsiębiorcy zagraniczni w obrocie gospodarczym. Komentarz, Warszawa 2019;</w:t>
            </w:r>
          </w:p>
          <w:p w:rsidRPr="00AA306D" w:rsidR="00AA306D" w:rsidP="00AA306D" w:rsidRDefault="00AA306D" w14:paraId="56C03262" w14:textId="77777777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50"/>
              <w:jc w:val="both"/>
              <w:outlineLvl w:val="0"/>
              <w:rPr>
                <w:rFonts w:cs="Calibri"/>
              </w:rPr>
            </w:pPr>
            <w:r w:rsidRPr="00AA306D">
              <w:rPr>
                <w:rFonts w:cs="Calibri"/>
              </w:rPr>
              <w:t>Dargas-Draganik M., Formela J., Ustawa o wspieraniu nowych inwestycji. Komentarz, Warszawa 2019;</w:t>
            </w:r>
          </w:p>
          <w:p w:rsidRPr="00AA306D" w:rsidR="00AA306D" w:rsidP="00AA306D" w:rsidRDefault="00AA306D" w14:paraId="2659AC40" w14:textId="77777777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50"/>
              <w:jc w:val="both"/>
              <w:outlineLvl w:val="0"/>
              <w:rPr>
                <w:rFonts w:cs="Calibri"/>
              </w:rPr>
            </w:pPr>
            <w:r w:rsidRPr="00AA306D">
              <w:rPr>
                <w:rFonts w:cs="Calibri"/>
              </w:rPr>
              <w:t>Olszewski J., „Nowe obowiązki informacyjne w prawie publicznym” [w:] M. Królikowska-Olczak (red.), „Sektory infrastrukturalne – problematyka prawna”, Warszawa 2018, s. 93-112;</w:t>
            </w:r>
          </w:p>
          <w:p w:rsidRPr="00AA306D" w:rsidR="00AA306D" w:rsidP="00AA306D" w:rsidRDefault="00AA306D" w14:paraId="5931D423" w14:textId="77777777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50"/>
              <w:jc w:val="both"/>
              <w:outlineLvl w:val="0"/>
              <w:rPr>
                <w:rFonts w:cs="Calibri"/>
              </w:rPr>
            </w:pPr>
            <w:r w:rsidRPr="00AA306D">
              <w:rPr>
                <w:rFonts w:cs="Calibri"/>
              </w:rPr>
              <w:t xml:space="preserve">Olszewski J., „Nowe obowiązki informacyjne w zakresie tworzenia ładu korporacyjnego na przykładzie nowelizacji ustawy o KRS” [w:] K. Bilewska (red.), „Efektywność zarządzania i nadzoru w spółce handlowej. W poszukiwaniu optymalnego ustroju spółki”, Warszawa 2018, s. 30-52 </w:t>
            </w:r>
          </w:p>
          <w:p w:rsidRPr="00AA306D" w:rsidR="00AA306D" w:rsidP="00AA306D" w:rsidRDefault="00AA306D" w14:paraId="67A42817" w14:textId="77777777">
            <w:pPr>
              <w:pStyle w:val="NormalnyWeb"/>
              <w:numPr>
                <w:ilvl w:val="0"/>
                <w:numId w:val="9"/>
              </w:numPr>
              <w:ind w:left="450"/>
              <w:jc w:val="both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Olszewski J., Obowiązki informacyjne w gospodarce jako element zwiększania konkurencji, Rzeszów 2020;</w:t>
            </w:r>
          </w:p>
          <w:p w:rsidRPr="00AA306D" w:rsidR="00AA306D" w:rsidP="00AA306D" w:rsidRDefault="00AA306D" w14:paraId="1FA2F158" w14:textId="77777777">
            <w:pPr>
              <w:pStyle w:val="NormalnyWeb"/>
              <w:numPr>
                <w:ilvl w:val="0"/>
                <w:numId w:val="9"/>
              </w:numPr>
              <w:ind w:left="450"/>
              <w:jc w:val="both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 xml:space="preserve">Olszewski J., „Prawo rejestrowe” [w:] R. Blicharza (red.), „Przedsiębiorca. Zagadnienia wybrane”, Wydawnictwo UŚ, Katowice 2017, s. 35-86 </w:t>
            </w:r>
          </w:p>
          <w:p w:rsidRPr="00AA306D" w:rsidR="00AA306D" w:rsidP="00AA306D" w:rsidRDefault="00AA306D" w14:paraId="49118187" w14:textId="77777777">
            <w:pPr>
              <w:pStyle w:val="NormalnyWeb"/>
              <w:numPr>
                <w:ilvl w:val="0"/>
                <w:numId w:val="9"/>
              </w:numPr>
              <w:ind w:left="450"/>
              <w:jc w:val="both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Olszewski J., Instytucje klasyfikacji ratingowej w Unii Europejskiej i w Indiach. Dwie drogi reformowania, [w:] M. Stępień, R. Łukasiewicz (red.), Prawo azjatyckie z perspektywy Europejskiej, Toruń 2018, s. 85-112</w:t>
            </w:r>
          </w:p>
          <w:p w:rsidRPr="00AA306D" w:rsidR="00AA306D" w:rsidP="00AA306D" w:rsidRDefault="00AA306D" w14:paraId="3FA2F99A" w14:textId="77777777">
            <w:pPr>
              <w:pStyle w:val="NormalnyWeb"/>
              <w:numPr>
                <w:ilvl w:val="0"/>
                <w:numId w:val="9"/>
              </w:numPr>
              <w:ind w:left="450"/>
              <w:jc w:val="both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Olszewski J., Ostatnie zmiany w prawie autorskim i propozycje dalszych reform, Rozdział I, [w:] J. Olszewski, E. Małecka (red.), Współczesne wyzwania prawa własności intelektualnej. Między teorią a praktyką, Wydawnictwo Uniwersytetu Rzeszowskiego, Rzeszów 2016, s. 17-28;</w:t>
            </w:r>
          </w:p>
          <w:p w:rsidRPr="00AA306D" w:rsidR="00AA306D" w:rsidP="00AA306D" w:rsidRDefault="00AA306D" w14:paraId="6A4E4F73" w14:textId="77777777">
            <w:pPr>
              <w:pStyle w:val="NormalnyWeb"/>
              <w:numPr>
                <w:ilvl w:val="0"/>
                <w:numId w:val="9"/>
              </w:numPr>
              <w:ind w:left="450"/>
              <w:jc w:val="both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Olszewski J., Ważniejsze obowiązki informacyjne jako działania prewencyjne w sytuacjach podejrzenia prania pieniędzy lub finansowania terroryzmu, Zeszyty Naukowe Uniwersytetu Rzeszowskiego, Rzeszów 2020;</w:t>
            </w:r>
          </w:p>
          <w:p w:rsidRPr="00AA306D" w:rsidR="00AA306D" w:rsidP="00AA306D" w:rsidRDefault="00AA306D" w14:paraId="594AEC0E" w14:textId="77777777">
            <w:pPr>
              <w:pStyle w:val="NormalnyWeb"/>
              <w:numPr>
                <w:ilvl w:val="0"/>
                <w:numId w:val="9"/>
              </w:numPr>
              <w:ind w:left="450"/>
              <w:jc w:val="both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Bróż O., Farmaceuta jako gwarant prawidłowego wykonywania zadań aptek ogólnodostępnych w zakresie opieki farmaceutycznej, [w:] Wpływ zmian społecznych i ustrojowych na system prawa, red. Kalina-Prasznic U.;</w:t>
            </w:r>
          </w:p>
          <w:p w:rsidRPr="00AA306D" w:rsidR="00AA306D" w:rsidP="00AA306D" w:rsidRDefault="00AA306D" w14:paraId="2A4EC9E7" w14:textId="77777777">
            <w:pPr>
              <w:pStyle w:val="NormalnyWeb"/>
              <w:numPr>
                <w:ilvl w:val="0"/>
                <w:numId w:val="9"/>
              </w:numPr>
              <w:ind w:left="450"/>
              <w:jc w:val="both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lastRenderedPageBreak/>
              <w:t>Bróż O., Prawne uregulowania wykonywania zawodów medycznych jako część systemu ochrony zdrowia w Polsce, Zeszyty Naukowe Uniwersytetu Rzeszowskiego, Rzeszów 2020;</w:t>
            </w:r>
          </w:p>
          <w:p w:rsidRPr="00AA306D" w:rsidR="00AA306D" w:rsidP="00AA306D" w:rsidRDefault="00AA306D" w14:paraId="2BA45D37" w14:textId="77777777">
            <w:pPr>
              <w:pStyle w:val="NormalnyWeb"/>
              <w:numPr>
                <w:ilvl w:val="0"/>
                <w:numId w:val="9"/>
              </w:numPr>
              <w:ind w:left="450"/>
              <w:jc w:val="both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Bróż O., Apteka dla aptekarza jako element oddziaływania na bezpieczeństwo farmaceutyczne, Studia i Materiały "Miscellanea Oeconomicae" Nr 3/2018, tom II, red. R. Frey, s. 31-42;</w:t>
            </w:r>
          </w:p>
          <w:p w:rsidRPr="00AA306D" w:rsidR="00AA306D" w:rsidP="00AA306D" w:rsidRDefault="00AA306D" w14:paraId="5B98C698" w14:textId="77777777">
            <w:pPr>
              <w:pStyle w:val="NormalnyWeb"/>
              <w:numPr>
                <w:ilvl w:val="0"/>
                <w:numId w:val="9"/>
              </w:numPr>
              <w:ind w:left="450"/>
              <w:jc w:val="both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Bróż O., Systemy informatyczne wspierające nadzór nad bezpieczeństwem stosowania produktów leczniczych, Ius et Administratio, 1/2018;</w:t>
            </w:r>
          </w:p>
          <w:p w:rsidRPr="00AA306D" w:rsidR="00AA306D" w:rsidP="00AA306D" w:rsidRDefault="00AA306D" w14:paraId="0F07973A" w14:textId="77777777">
            <w:pPr>
              <w:pStyle w:val="NormalnyWeb"/>
              <w:numPr>
                <w:ilvl w:val="0"/>
                <w:numId w:val="9"/>
              </w:numPr>
              <w:ind w:left="450"/>
              <w:jc w:val="both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Stapiński R., Zmiany proceduralne w ramach nowego prawa zamówień publicznych a udział mikro, małych i średnich przedsiębiorców w rynku, Zeszyty Naukowe Uniwersytetu Rzeszowskiego, Rzeszów 2020;</w:t>
            </w:r>
          </w:p>
          <w:p w:rsidRPr="00AA306D" w:rsidR="00AA306D" w:rsidP="00AA306D" w:rsidRDefault="00AA306D" w14:paraId="31415607" w14:textId="77777777">
            <w:pPr>
              <w:pStyle w:val="NormalnyWeb"/>
              <w:numPr>
                <w:ilvl w:val="0"/>
                <w:numId w:val="9"/>
              </w:numPr>
              <w:ind w:left="450"/>
              <w:jc w:val="both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Stapiński R., Zakończenie działalności gospodarczej [w:] R. Blicharz, A. Powałowski (red.), „Prawo przedsiębiorcy”, Warszawa 2019, s. 167-172;</w:t>
            </w:r>
          </w:p>
          <w:p w:rsidRPr="00AA306D" w:rsidR="00AA306D" w:rsidP="00AA306D" w:rsidRDefault="00AA306D" w14:paraId="328E08BC" w14:textId="77777777">
            <w:pPr>
              <w:pStyle w:val="NormalnyWeb"/>
              <w:numPr>
                <w:ilvl w:val="0"/>
                <w:numId w:val="9"/>
              </w:numPr>
              <w:ind w:left="450"/>
              <w:jc w:val="both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Stapiński R., Efektywność realizacji polityki środowiskowej państwa w ramach systemu zamówień publicznych - stan obecny i perspektywa zmian [w:] M. Lemonnier, H. Nowak (red.), Dziś i jutro zamówień publicznych, Warszawa 2019, s. 167-176.</w:t>
            </w:r>
          </w:p>
        </w:tc>
      </w:tr>
    </w:tbl>
    <w:p w:rsidRPr="009C54AE" w:rsidR="0085747A" w:rsidP="00DB0E2C" w:rsidRDefault="0085747A" w14:paraId="13EAD62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326E6B2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41EA1" w:rsidP="00C16ABF" w:rsidRDefault="00341EA1" w14:paraId="0236D16F" w14:textId="77777777">
      <w:pPr>
        <w:spacing w:after="0" w:line="240" w:lineRule="auto"/>
      </w:pPr>
      <w:r>
        <w:separator/>
      </w:r>
    </w:p>
  </w:endnote>
  <w:endnote w:type="continuationSeparator" w:id="0">
    <w:p w:rsidR="00341EA1" w:rsidP="00C16ABF" w:rsidRDefault="00341EA1" w14:paraId="73E542D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41EA1" w:rsidP="00C16ABF" w:rsidRDefault="00341EA1" w14:paraId="50CBF437" w14:textId="77777777">
      <w:pPr>
        <w:spacing w:after="0" w:line="240" w:lineRule="auto"/>
      </w:pPr>
      <w:r>
        <w:separator/>
      </w:r>
    </w:p>
  </w:footnote>
  <w:footnote w:type="continuationSeparator" w:id="0">
    <w:p w:rsidR="00341EA1" w:rsidP="00C16ABF" w:rsidRDefault="00341EA1" w14:paraId="223B7C53" w14:textId="77777777">
      <w:pPr>
        <w:spacing w:after="0" w:line="240" w:lineRule="auto"/>
      </w:pPr>
      <w:r>
        <w:continuationSeparator/>
      </w:r>
    </w:p>
  </w:footnote>
  <w:footnote w:id="1">
    <w:p w:rsidR="004439AE" w:rsidRDefault="004439AE" w14:paraId="224828B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45C4"/>
    <w:multiLevelType w:val="hybridMultilevel"/>
    <w:tmpl w:val="FAAC5B8E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29A71C0"/>
    <w:multiLevelType w:val="hybridMultilevel"/>
    <w:tmpl w:val="E74CD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F4D18"/>
    <w:multiLevelType w:val="multilevel"/>
    <w:tmpl w:val="954E4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BD30A8"/>
    <w:multiLevelType w:val="hybridMultilevel"/>
    <w:tmpl w:val="B9B4D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7E84D70"/>
    <w:multiLevelType w:val="hybridMultilevel"/>
    <w:tmpl w:val="161EC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B828D6"/>
    <w:multiLevelType w:val="multilevel"/>
    <w:tmpl w:val="A15E40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872010"/>
    <w:multiLevelType w:val="hybridMultilevel"/>
    <w:tmpl w:val="65A6F4F2"/>
    <w:lvl w:ilvl="0" w:tplc="66A644A4">
      <w:start w:val="1"/>
      <w:numFmt w:val="bullet"/>
      <w:lvlText w:val="-"/>
      <w:lvlJc w:val="left"/>
      <w:pPr>
        <w:ind w:left="720" w:hanging="360"/>
      </w:pPr>
      <w:rPr>
        <w:rFonts w:hint="default" w:ascii="Courier New" w:hAnsi="Courier New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5CD5D67"/>
    <w:multiLevelType w:val="hybridMultilevel"/>
    <w:tmpl w:val="1366ADCA"/>
    <w:lvl w:ilvl="0" w:tplc="66A644A4">
      <w:start w:val="1"/>
      <w:numFmt w:val="bullet"/>
      <w:lvlText w:val="-"/>
      <w:lvlJc w:val="left"/>
      <w:pPr>
        <w:ind w:left="720" w:hanging="360"/>
      </w:pPr>
      <w:rPr>
        <w:rFonts w:hint="default" w:ascii="Courier New" w:hAnsi="Courier New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7A05DF3"/>
    <w:multiLevelType w:val="hybridMultilevel"/>
    <w:tmpl w:val="172681E2"/>
    <w:lvl w:ilvl="0" w:tplc="04150005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1" w15:restartNumberingAfterBreak="0">
    <w:nsid w:val="2BD133AE"/>
    <w:multiLevelType w:val="hybridMultilevel"/>
    <w:tmpl w:val="CC8EFAD0"/>
    <w:lvl w:ilvl="0" w:tplc="66A644A4">
      <w:start w:val="1"/>
      <w:numFmt w:val="bullet"/>
      <w:lvlText w:val="-"/>
      <w:lvlJc w:val="left"/>
      <w:pPr>
        <w:ind w:left="720" w:hanging="360"/>
      </w:pPr>
      <w:rPr>
        <w:rFonts w:hint="default" w:ascii="Courier New" w:hAnsi="Courier New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EA3521D"/>
    <w:multiLevelType w:val="multilevel"/>
    <w:tmpl w:val="E19825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BD2667"/>
    <w:multiLevelType w:val="hybridMultilevel"/>
    <w:tmpl w:val="725E08BE"/>
    <w:lvl w:ilvl="0" w:tplc="5D1A0D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61429"/>
    <w:multiLevelType w:val="hybridMultilevel"/>
    <w:tmpl w:val="26C47D54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6604CC5"/>
    <w:multiLevelType w:val="hybridMultilevel"/>
    <w:tmpl w:val="E042C2F0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04A2296"/>
    <w:multiLevelType w:val="hybridMultilevel"/>
    <w:tmpl w:val="FE2A2890"/>
    <w:lvl w:ilvl="0" w:tplc="04150005">
      <w:start w:val="1"/>
      <w:numFmt w:val="bullet"/>
      <w:lvlText w:val=""/>
      <w:lvlJc w:val="left"/>
      <w:pPr>
        <w:ind w:left="9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6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3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0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8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5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2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9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680" w:hanging="360"/>
      </w:pPr>
      <w:rPr>
        <w:rFonts w:hint="default" w:ascii="Wingdings" w:hAnsi="Wingdings"/>
      </w:rPr>
    </w:lvl>
  </w:abstractNum>
  <w:abstractNum w:abstractNumId="17" w15:restartNumberingAfterBreak="0">
    <w:nsid w:val="445B1C40"/>
    <w:multiLevelType w:val="hybridMultilevel"/>
    <w:tmpl w:val="11D6B3D0"/>
    <w:lvl w:ilvl="0" w:tplc="66A644A4">
      <w:start w:val="1"/>
      <w:numFmt w:val="bullet"/>
      <w:lvlText w:val="-"/>
      <w:lvlJc w:val="left"/>
      <w:pPr>
        <w:ind w:left="720" w:hanging="360"/>
      </w:pPr>
      <w:rPr>
        <w:rFonts w:hint="default" w:ascii="Courier New" w:hAnsi="Courier New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6C8313C"/>
    <w:multiLevelType w:val="hybridMultilevel"/>
    <w:tmpl w:val="6D26D816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9" w15:restartNumberingAfterBreak="0">
    <w:nsid w:val="4DF85F0E"/>
    <w:multiLevelType w:val="hybridMultilevel"/>
    <w:tmpl w:val="AD2A8F1A"/>
    <w:lvl w:ilvl="0" w:tplc="66A644A4">
      <w:start w:val="1"/>
      <w:numFmt w:val="bullet"/>
      <w:lvlText w:val="-"/>
      <w:lvlJc w:val="left"/>
      <w:pPr>
        <w:ind w:left="720" w:hanging="360"/>
      </w:pPr>
      <w:rPr>
        <w:rFonts w:hint="default" w:ascii="Courier New" w:hAnsi="Courier New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C492814"/>
    <w:multiLevelType w:val="hybridMultilevel"/>
    <w:tmpl w:val="A6A45AAC"/>
    <w:lvl w:ilvl="0" w:tplc="66A644A4">
      <w:start w:val="1"/>
      <w:numFmt w:val="bullet"/>
      <w:lvlText w:val="-"/>
      <w:lvlJc w:val="left"/>
      <w:pPr>
        <w:ind w:left="720" w:hanging="360"/>
      </w:pPr>
      <w:rPr>
        <w:rFonts w:hint="default" w:ascii="Courier New" w:hAnsi="Courier New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E231DC7"/>
    <w:multiLevelType w:val="hybridMultilevel"/>
    <w:tmpl w:val="0E1A6E16"/>
    <w:lvl w:ilvl="0" w:tplc="66A644A4">
      <w:start w:val="1"/>
      <w:numFmt w:val="bullet"/>
      <w:lvlText w:val="-"/>
      <w:lvlJc w:val="left"/>
      <w:pPr>
        <w:ind w:left="720" w:hanging="360"/>
      </w:pPr>
      <w:rPr>
        <w:rFonts w:hint="default" w:ascii="Courier New" w:hAnsi="Courier New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65861870"/>
    <w:multiLevelType w:val="hybridMultilevel"/>
    <w:tmpl w:val="6480ECD2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7271F5A"/>
    <w:multiLevelType w:val="multilevel"/>
    <w:tmpl w:val="FA30A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6F5D05EA"/>
    <w:multiLevelType w:val="hybridMultilevel"/>
    <w:tmpl w:val="45EE1D52"/>
    <w:lvl w:ilvl="0" w:tplc="66A644A4">
      <w:start w:val="1"/>
      <w:numFmt w:val="bullet"/>
      <w:lvlText w:val="-"/>
      <w:lvlJc w:val="left"/>
      <w:pPr>
        <w:ind w:left="720" w:hanging="360"/>
      </w:pPr>
      <w:rPr>
        <w:rFonts w:hint="default" w:ascii="Courier New" w:hAnsi="Courier New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77B76870"/>
    <w:multiLevelType w:val="multilevel"/>
    <w:tmpl w:val="D87A7534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C3D0B95"/>
    <w:multiLevelType w:val="hybridMultilevel"/>
    <w:tmpl w:val="25DE27CC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7EC471A1"/>
    <w:multiLevelType w:val="hybridMultilevel"/>
    <w:tmpl w:val="187E1B86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7"/>
  </w:num>
  <w:num w:numId="2">
    <w:abstractNumId w:val="27"/>
  </w:num>
  <w:num w:numId="3">
    <w:abstractNumId w:val="20"/>
  </w:num>
  <w:num w:numId="4">
    <w:abstractNumId w:val="23"/>
  </w:num>
  <w:num w:numId="5">
    <w:abstractNumId w:val="16"/>
  </w:num>
  <w:num w:numId="6">
    <w:abstractNumId w:val="14"/>
  </w:num>
  <w:num w:numId="7">
    <w:abstractNumId w:val="15"/>
  </w:num>
  <w:num w:numId="8">
    <w:abstractNumId w:val="0"/>
  </w:num>
  <w:num w:numId="9">
    <w:abstractNumId w:val="4"/>
  </w:num>
  <w:num w:numId="10">
    <w:abstractNumId w:val="9"/>
  </w:num>
  <w:num w:numId="11">
    <w:abstractNumId w:val="11"/>
  </w:num>
  <w:num w:numId="12">
    <w:abstractNumId w:val="25"/>
  </w:num>
  <w:num w:numId="13">
    <w:abstractNumId w:val="21"/>
  </w:num>
  <w:num w:numId="14">
    <w:abstractNumId w:val="19"/>
  </w:num>
  <w:num w:numId="15">
    <w:abstractNumId w:val="8"/>
  </w:num>
  <w:num w:numId="16">
    <w:abstractNumId w:val="22"/>
  </w:num>
  <w:num w:numId="17">
    <w:abstractNumId w:val="12"/>
  </w:num>
  <w:num w:numId="18">
    <w:abstractNumId w:val="26"/>
  </w:num>
  <w:num w:numId="19">
    <w:abstractNumId w:val="2"/>
  </w:num>
  <w:num w:numId="20">
    <w:abstractNumId w:val="5"/>
  </w:num>
  <w:num w:numId="21">
    <w:abstractNumId w:val="24"/>
  </w:num>
  <w:num w:numId="22">
    <w:abstractNumId w:val="6"/>
  </w:num>
  <w:num w:numId="23">
    <w:abstractNumId w:val="17"/>
  </w:num>
  <w:num w:numId="24">
    <w:abstractNumId w:val="10"/>
  </w:num>
  <w:num w:numId="25">
    <w:abstractNumId w:val="13"/>
  </w:num>
  <w:num w:numId="26">
    <w:abstractNumId w:val="1"/>
  </w:num>
  <w:num w:numId="27">
    <w:abstractNumId w:val="3"/>
  </w:num>
  <w:num w:numId="28">
    <w:abstractNumId w:val="28"/>
  </w:num>
  <w:num w:numId="29">
    <w:abstractNumId w:val="18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F06"/>
    <w:rsid w:val="00015B8F"/>
    <w:rsid w:val="00016DD6"/>
    <w:rsid w:val="00020AB9"/>
    <w:rsid w:val="00022ECE"/>
    <w:rsid w:val="00042A51"/>
    <w:rsid w:val="00042D2E"/>
    <w:rsid w:val="00044C82"/>
    <w:rsid w:val="000544FE"/>
    <w:rsid w:val="00070ED6"/>
    <w:rsid w:val="000742DC"/>
    <w:rsid w:val="00081B22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CEC"/>
    <w:rsid w:val="000D04B0"/>
    <w:rsid w:val="000F1C57"/>
    <w:rsid w:val="000F5615"/>
    <w:rsid w:val="00124BFF"/>
    <w:rsid w:val="0012560E"/>
    <w:rsid w:val="00125E3D"/>
    <w:rsid w:val="00127108"/>
    <w:rsid w:val="001315E2"/>
    <w:rsid w:val="00134B13"/>
    <w:rsid w:val="00146BC0"/>
    <w:rsid w:val="00153C41"/>
    <w:rsid w:val="00154381"/>
    <w:rsid w:val="00160C8C"/>
    <w:rsid w:val="001624A2"/>
    <w:rsid w:val="001640A7"/>
    <w:rsid w:val="0016466A"/>
    <w:rsid w:val="00164EF5"/>
    <w:rsid w:val="00164FA7"/>
    <w:rsid w:val="00165BF0"/>
    <w:rsid w:val="00166A03"/>
    <w:rsid w:val="001718A7"/>
    <w:rsid w:val="001737CF"/>
    <w:rsid w:val="00176083"/>
    <w:rsid w:val="00192F37"/>
    <w:rsid w:val="001A19B8"/>
    <w:rsid w:val="001A4AC5"/>
    <w:rsid w:val="001A70D2"/>
    <w:rsid w:val="001D657B"/>
    <w:rsid w:val="001D7B54"/>
    <w:rsid w:val="001E0209"/>
    <w:rsid w:val="001F2CA2"/>
    <w:rsid w:val="002144C0"/>
    <w:rsid w:val="0022477D"/>
    <w:rsid w:val="002278A9"/>
    <w:rsid w:val="00231EBF"/>
    <w:rsid w:val="002336F9"/>
    <w:rsid w:val="0024028F"/>
    <w:rsid w:val="00244ABC"/>
    <w:rsid w:val="00247999"/>
    <w:rsid w:val="00281FF2"/>
    <w:rsid w:val="002857DE"/>
    <w:rsid w:val="00291567"/>
    <w:rsid w:val="002A22BF"/>
    <w:rsid w:val="002A2389"/>
    <w:rsid w:val="002A671D"/>
    <w:rsid w:val="002B1701"/>
    <w:rsid w:val="002B4D55"/>
    <w:rsid w:val="002B5EA0"/>
    <w:rsid w:val="002B6119"/>
    <w:rsid w:val="002C1F06"/>
    <w:rsid w:val="002C67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EA1"/>
    <w:rsid w:val="00346FE9"/>
    <w:rsid w:val="0034759A"/>
    <w:rsid w:val="003503F6"/>
    <w:rsid w:val="003530DD"/>
    <w:rsid w:val="00363F78"/>
    <w:rsid w:val="003A0A5B"/>
    <w:rsid w:val="003A1176"/>
    <w:rsid w:val="003B1402"/>
    <w:rsid w:val="003B15CE"/>
    <w:rsid w:val="003B5ABC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5C00"/>
    <w:rsid w:val="004362C6"/>
    <w:rsid w:val="00437FA2"/>
    <w:rsid w:val="004439AE"/>
    <w:rsid w:val="00445970"/>
    <w:rsid w:val="00454DAE"/>
    <w:rsid w:val="00461EFC"/>
    <w:rsid w:val="004652C2"/>
    <w:rsid w:val="00466A29"/>
    <w:rsid w:val="004706D1"/>
    <w:rsid w:val="004710DC"/>
    <w:rsid w:val="00471326"/>
    <w:rsid w:val="0047598D"/>
    <w:rsid w:val="004840FD"/>
    <w:rsid w:val="004876E8"/>
    <w:rsid w:val="00490D1A"/>
    <w:rsid w:val="00490F7D"/>
    <w:rsid w:val="00491678"/>
    <w:rsid w:val="004968E2"/>
    <w:rsid w:val="004A3EEA"/>
    <w:rsid w:val="004A4D1F"/>
    <w:rsid w:val="004C6535"/>
    <w:rsid w:val="004D4BCE"/>
    <w:rsid w:val="004D5282"/>
    <w:rsid w:val="004F1551"/>
    <w:rsid w:val="004F55A3"/>
    <w:rsid w:val="0050496F"/>
    <w:rsid w:val="00513B6F"/>
    <w:rsid w:val="00517C63"/>
    <w:rsid w:val="005206D1"/>
    <w:rsid w:val="005363C4"/>
    <w:rsid w:val="00536BDE"/>
    <w:rsid w:val="00542F9F"/>
    <w:rsid w:val="00543ACC"/>
    <w:rsid w:val="0056696D"/>
    <w:rsid w:val="00584E0D"/>
    <w:rsid w:val="0059484D"/>
    <w:rsid w:val="005A0855"/>
    <w:rsid w:val="005A3196"/>
    <w:rsid w:val="005B56A7"/>
    <w:rsid w:val="005C080F"/>
    <w:rsid w:val="005C55E5"/>
    <w:rsid w:val="005C696A"/>
    <w:rsid w:val="005D4687"/>
    <w:rsid w:val="005E6E85"/>
    <w:rsid w:val="005F31D2"/>
    <w:rsid w:val="00601B2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A59"/>
    <w:rsid w:val="006908BA"/>
    <w:rsid w:val="00696477"/>
    <w:rsid w:val="006A72B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A6C"/>
    <w:rsid w:val="0076104C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3C77"/>
    <w:rsid w:val="007C4546"/>
    <w:rsid w:val="007D6E56"/>
    <w:rsid w:val="007F4155"/>
    <w:rsid w:val="00811BBD"/>
    <w:rsid w:val="00813A44"/>
    <w:rsid w:val="0081554D"/>
    <w:rsid w:val="0081707E"/>
    <w:rsid w:val="00825493"/>
    <w:rsid w:val="0083447B"/>
    <w:rsid w:val="008449B3"/>
    <w:rsid w:val="00856436"/>
    <w:rsid w:val="0085747A"/>
    <w:rsid w:val="00877F39"/>
    <w:rsid w:val="008813F4"/>
    <w:rsid w:val="00884922"/>
    <w:rsid w:val="00885F64"/>
    <w:rsid w:val="008917F9"/>
    <w:rsid w:val="008A04CA"/>
    <w:rsid w:val="008A45F7"/>
    <w:rsid w:val="008A624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965"/>
    <w:rsid w:val="00975666"/>
    <w:rsid w:val="00980253"/>
    <w:rsid w:val="009848F0"/>
    <w:rsid w:val="00985DE1"/>
    <w:rsid w:val="0099615C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7CD4"/>
    <w:rsid w:val="00A155EE"/>
    <w:rsid w:val="00A2245B"/>
    <w:rsid w:val="00A30110"/>
    <w:rsid w:val="00A33DC0"/>
    <w:rsid w:val="00A36899"/>
    <w:rsid w:val="00A371F6"/>
    <w:rsid w:val="00A43BF6"/>
    <w:rsid w:val="00A50E32"/>
    <w:rsid w:val="00A53FA5"/>
    <w:rsid w:val="00A54817"/>
    <w:rsid w:val="00A57822"/>
    <w:rsid w:val="00A601C8"/>
    <w:rsid w:val="00A60799"/>
    <w:rsid w:val="00A65C05"/>
    <w:rsid w:val="00A7297D"/>
    <w:rsid w:val="00A73110"/>
    <w:rsid w:val="00A81FBB"/>
    <w:rsid w:val="00A84C85"/>
    <w:rsid w:val="00A86E6D"/>
    <w:rsid w:val="00A97DE1"/>
    <w:rsid w:val="00AA306D"/>
    <w:rsid w:val="00AB053C"/>
    <w:rsid w:val="00AD1146"/>
    <w:rsid w:val="00AD27D3"/>
    <w:rsid w:val="00AD66D6"/>
    <w:rsid w:val="00AE1160"/>
    <w:rsid w:val="00AE203C"/>
    <w:rsid w:val="00AE2E74"/>
    <w:rsid w:val="00AE5FCB"/>
    <w:rsid w:val="00AE6076"/>
    <w:rsid w:val="00AF2C1E"/>
    <w:rsid w:val="00B06142"/>
    <w:rsid w:val="00B135B1"/>
    <w:rsid w:val="00B3130B"/>
    <w:rsid w:val="00B33BF7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5B6"/>
    <w:rsid w:val="00B90885"/>
    <w:rsid w:val="00BB520A"/>
    <w:rsid w:val="00BD3869"/>
    <w:rsid w:val="00BD66E9"/>
    <w:rsid w:val="00BD6FF4"/>
    <w:rsid w:val="00BF1A28"/>
    <w:rsid w:val="00BF2C41"/>
    <w:rsid w:val="00C058B4"/>
    <w:rsid w:val="00C05F44"/>
    <w:rsid w:val="00C11B83"/>
    <w:rsid w:val="00C131B5"/>
    <w:rsid w:val="00C16ABF"/>
    <w:rsid w:val="00C170AE"/>
    <w:rsid w:val="00C26CB7"/>
    <w:rsid w:val="00C324C1"/>
    <w:rsid w:val="00C35DB9"/>
    <w:rsid w:val="00C36992"/>
    <w:rsid w:val="00C56036"/>
    <w:rsid w:val="00C56BFF"/>
    <w:rsid w:val="00C61DC5"/>
    <w:rsid w:val="00C67E92"/>
    <w:rsid w:val="00C70A26"/>
    <w:rsid w:val="00C766DF"/>
    <w:rsid w:val="00C94B98"/>
    <w:rsid w:val="00CA0FC1"/>
    <w:rsid w:val="00CA2B96"/>
    <w:rsid w:val="00CA5089"/>
    <w:rsid w:val="00CB44E1"/>
    <w:rsid w:val="00CD6897"/>
    <w:rsid w:val="00CE5BAC"/>
    <w:rsid w:val="00CF25BE"/>
    <w:rsid w:val="00CF78ED"/>
    <w:rsid w:val="00D02B25"/>
    <w:rsid w:val="00D02EBA"/>
    <w:rsid w:val="00D119E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0E2C"/>
    <w:rsid w:val="00DD6B5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17A"/>
    <w:rsid w:val="00E43551"/>
    <w:rsid w:val="00E43F72"/>
    <w:rsid w:val="00E51E44"/>
    <w:rsid w:val="00E558BA"/>
    <w:rsid w:val="00E622F3"/>
    <w:rsid w:val="00E63348"/>
    <w:rsid w:val="00E71489"/>
    <w:rsid w:val="00E77E88"/>
    <w:rsid w:val="00E8107D"/>
    <w:rsid w:val="00E960BB"/>
    <w:rsid w:val="00E96D80"/>
    <w:rsid w:val="00EA2074"/>
    <w:rsid w:val="00EA2883"/>
    <w:rsid w:val="00EA3C30"/>
    <w:rsid w:val="00EA4832"/>
    <w:rsid w:val="00EA4E9D"/>
    <w:rsid w:val="00EA6286"/>
    <w:rsid w:val="00EC4899"/>
    <w:rsid w:val="00ED03AB"/>
    <w:rsid w:val="00ED32D2"/>
    <w:rsid w:val="00EE32DE"/>
    <w:rsid w:val="00EE4B6E"/>
    <w:rsid w:val="00EE5457"/>
    <w:rsid w:val="00F0515E"/>
    <w:rsid w:val="00F05A48"/>
    <w:rsid w:val="00F070AB"/>
    <w:rsid w:val="00F11193"/>
    <w:rsid w:val="00F17567"/>
    <w:rsid w:val="00F214C2"/>
    <w:rsid w:val="00F24AF8"/>
    <w:rsid w:val="00F27A7B"/>
    <w:rsid w:val="00F526AF"/>
    <w:rsid w:val="00F5470C"/>
    <w:rsid w:val="00F617C3"/>
    <w:rsid w:val="00F7066B"/>
    <w:rsid w:val="00F83B28"/>
    <w:rsid w:val="00FA46E5"/>
    <w:rsid w:val="00FA6372"/>
    <w:rsid w:val="00FB2E51"/>
    <w:rsid w:val="00FB7DBA"/>
    <w:rsid w:val="00FC1C25"/>
    <w:rsid w:val="00FC3F45"/>
    <w:rsid w:val="00FD31CF"/>
    <w:rsid w:val="00FD503F"/>
    <w:rsid w:val="00FD7589"/>
    <w:rsid w:val="00FF016A"/>
    <w:rsid w:val="00FF1401"/>
    <w:rsid w:val="00FF5E7D"/>
    <w:rsid w:val="10A15DF9"/>
    <w:rsid w:val="218B702F"/>
    <w:rsid w:val="21F2AE79"/>
    <w:rsid w:val="2987DA73"/>
    <w:rsid w:val="32C1DD25"/>
    <w:rsid w:val="406A83B1"/>
    <w:rsid w:val="42065412"/>
    <w:rsid w:val="4D10F635"/>
    <w:rsid w:val="5BCE9199"/>
    <w:rsid w:val="6115A16B"/>
    <w:rsid w:val="6D1C5F2D"/>
    <w:rsid w:val="713286CF"/>
    <w:rsid w:val="7231A757"/>
    <w:rsid w:val="76541DA4"/>
    <w:rsid w:val="7776EC52"/>
    <w:rsid w:val="77A8A7AE"/>
    <w:rsid w:val="79D4227D"/>
    <w:rsid w:val="7F61B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02340"/>
  <w15:docId w15:val="{45E829E6-4208-4448-950B-863045BAF8D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76104C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kern w:val="36"/>
      <w:sz w:val="48"/>
      <w:szCs w:val="48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C7CEC"/>
    <w:rPr>
      <w:b/>
      <w:bCs/>
    </w:rPr>
  </w:style>
  <w:style w:type="character" w:styleId="Nagwek1Znak" w:customStyle="1">
    <w:name w:val="Nagłówek 1 Znak"/>
    <w:basedOn w:val="Domylnaczcionkaakapitu"/>
    <w:link w:val="Nagwek1"/>
    <w:uiPriority w:val="9"/>
    <w:rsid w:val="0076104C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DB0E2C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30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5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1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45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2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4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7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1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4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1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9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9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3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90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1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42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01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95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2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29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64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3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7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6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1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03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9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1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4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96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7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73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46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E580E-BE1B-0141-9735-D5829F5C8F6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Merkwa Marcin</lastModifiedBy>
  <revision>9</revision>
  <lastPrinted>2019-02-06T12:12:00.0000000Z</lastPrinted>
  <dcterms:created xsi:type="dcterms:W3CDTF">2021-12-13T19:18:00.0000000Z</dcterms:created>
  <dcterms:modified xsi:type="dcterms:W3CDTF">2022-01-23T14:33:00.2881973Z</dcterms:modified>
</coreProperties>
</file>